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765" w:rsidRDefault="00173765" w:rsidP="006D3836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</w:p>
    <w:p w:rsidR="006D3836" w:rsidRPr="00485B2C" w:rsidRDefault="006D3836" w:rsidP="006D3836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6D3836">
        <w:rPr>
          <w:rFonts w:ascii="Arial" w:hAnsi="Arial" w:cs="Arial"/>
          <w:b/>
          <w:bCs/>
          <w:iCs/>
          <w:sz w:val="18"/>
          <w:szCs w:val="18"/>
        </w:rPr>
        <w:t>Приложение №</w:t>
      </w:r>
      <w:r>
        <w:rPr>
          <w:rFonts w:ascii="Arial" w:hAnsi="Arial" w:cs="Arial"/>
          <w:b/>
          <w:bCs/>
          <w:iCs/>
          <w:sz w:val="18"/>
          <w:szCs w:val="18"/>
        </w:rPr>
        <w:t>8</w:t>
      </w: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 к техническому заданию</w:t>
      </w:r>
    </w:p>
    <w:p w:rsidR="006D3836" w:rsidRPr="00485B2C" w:rsidRDefault="006D3836" w:rsidP="006D3836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на выполнение работ по </w:t>
      </w:r>
      <w:r>
        <w:rPr>
          <w:rFonts w:ascii="Arial" w:hAnsi="Arial" w:cs="Arial"/>
          <w:b/>
          <w:bCs/>
          <w:iCs/>
          <w:sz w:val="18"/>
          <w:szCs w:val="18"/>
        </w:rPr>
        <w:t>модернизации тепловых сетей</w:t>
      </w:r>
    </w:p>
    <w:p w:rsidR="006D3836" w:rsidRPr="00485B2C" w:rsidRDefault="006D3836" w:rsidP="006D3836">
      <w:pPr>
        <w:tabs>
          <w:tab w:val="left" w:pos="851"/>
          <w:tab w:val="num" w:pos="1287"/>
          <w:tab w:val="left" w:pos="3544"/>
        </w:tabs>
        <w:jc w:val="right"/>
        <w:rPr>
          <w:rFonts w:ascii="Arial" w:hAnsi="Arial" w:cs="Arial"/>
          <w:b/>
          <w:bCs/>
          <w:iCs/>
          <w:sz w:val="18"/>
          <w:szCs w:val="18"/>
        </w:rPr>
      </w:pPr>
      <w:r w:rsidRPr="00485B2C">
        <w:rPr>
          <w:rFonts w:ascii="Arial" w:hAnsi="Arial" w:cs="Arial"/>
          <w:b/>
          <w:bCs/>
          <w:iCs/>
          <w:sz w:val="18"/>
          <w:szCs w:val="18"/>
        </w:rPr>
        <w:t xml:space="preserve">Магистраль Октябрьского проспекта </w:t>
      </w:r>
    </w:p>
    <w:p w:rsidR="00613178" w:rsidRPr="00BF6CCF" w:rsidRDefault="00613178" w:rsidP="00550022">
      <w:pPr>
        <w:tabs>
          <w:tab w:val="left" w:pos="851"/>
          <w:tab w:val="num" w:pos="1287"/>
          <w:tab w:val="left" w:pos="3544"/>
        </w:tabs>
        <w:spacing w:before="120"/>
        <w:ind w:firstLine="3686"/>
        <w:rPr>
          <w:rFonts w:ascii="Arial" w:hAnsi="Arial" w:cs="Arial"/>
          <w:b/>
          <w:bCs/>
          <w:iCs/>
        </w:rPr>
      </w:pPr>
      <w:r w:rsidRPr="008F69CA">
        <w:rPr>
          <w:rFonts w:ascii="Arial" w:hAnsi="Arial" w:cs="Arial"/>
          <w:b/>
          <w:bCs/>
          <w:iCs/>
        </w:rPr>
        <w:t>Техническое задание</w:t>
      </w:r>
      <w:r w:rsidR="005A4EE1" w:rsidRPr="008F69CA">
        <w:rPr>
          <w:rFonts w:ascii="Arial" w:hAnsi="Arial" w:cs="Arial"/>
          <w:b/>
          <w:bCs/>
          <w:iCs/>
        </w:rPr>
        <w:t xml:space="preserve"> </w:t>
      </w:r>
    </w:p>
    <w:p w:rsidR="006D3836" w:rsidRDefault="00613178" w:rsidP="00EC14F8">
      <w:pPr>
        <w:tabs>
          <w:tab w:val="left" w:pos="851"/>
          <w:tab w:val="num" w:pos="1287"/>
        </w:tabs>
        <w:ind w:left="709" w:right="-284"/>
        <w:jc w:val="center"/>
        <w:rPr>
          <w:rFonts w:ascii="Arial" w:hAnsi="Arial" w:cs="Arial"/>
          <w:bCs/>
          <w:iCs/>
          <w:u w:val="single"/>
        </w:rPr>
      </w:pPr>
      <w:r w:rsidRPr="005747DE">
        <w:rPr>
          <w:rFonts w:ascii="Arial" w:hAnsi="Arial" w:cs="Arial"/>
          <w:bCs/>
          <w:iCs/>
          <w:u w:val="single"/>
        </w:rPr>
        <w:t>на выполнение работ</w:t>
      </w:r>
      <w:r w:rsidR="00394DF8" w:rsidRPr="005747DE">
        <w:rPr>
          <w:rFonts w:ascii="Arial" w:hAnsi="Arial" w:cs="Arial"/>
          <w:bCs/>
          <w:iCs/>
          <w:u w:val="single"/>
        </w:rPr>
        <w:t xml:space="preserve"> </w:t>
      </w:r>
      <w:r w:rsidR="00394DF8" w:rsidRPr="00B952C2">
        <w:rPr>
          <w:rFonts w:ascii="Arial" w:hAnsi="Arial" w:cs="Arial"/>
          <w:bCs/>
          <w:iCs/>
          <w:u w:val="single"/>
        </w:rPr>
        <w:t>по</w:t>
      </w:r>
      <w:r w:rsidRPr="00B952C2">
        <w:rPr>
          <w:rFonts w:ascii="Arial" w:hAnsi="Arial" w:cs="Arial"/>
          <w:bCs/>
          <w:iCs/>
          <w:u w:val="single"/>
        </w:rPr>
        <w:t xml:space="preserve"> </w:t>
      </w:r>
      <w:r w:rsidR="00EC14F8">
        <w:rPr>
          <w:rFonts w:ascii="Arial" w:hAnsi="Arial" w:cs="Arial"/>
          <w:bCs/>
          <w:iCs/>
          <w:u w:val="single"/>
        </w:rPr>
        <w:t xml:space="preserve">замене тепловой изоляции воздушной теплотрассы от Узла 1-7 </w:t>
      </w:r>
    </w:p>
    <w:p w:rsidR="00122093" w:rsidRDefault="00EC14F8" w:rsidP="00EC14F8">
      <w:pPr>
        <w:tabs>
          <w:tab w:val="left" w:pos="851"/>
          <w:tab w:val="num" w:pos="1287"/>
        </w:tabs>
        <w:ind w:left="709" w:right="-284"/>
        <w:jc w:val="center"/>
        <w:rPr>
          <w:rFonts w:ascii="Arial" w:hAnsi="Arial" w:cs="Arial"/>
          <w:bCs/>
          <w:iCs/>
          <w:u w:val="single"/>
        </w:rPr>
      </w:pPr>
      <w:r>
        <w:rPr>
          <w:rFonts w:ascii="Arial" w:hAnsi="Arial" w:cs="Arial"/>
          <w:bCs/>
          <w:iCs/>
          <w:u w:val="single"/>
        </w:rPr>
        <w:t>в сторону Павильона-20 с заменой участка трубопровода</w:t>
      </w:r>
    </w:p>
    <w:p w:rsidR="00173765" w:rsidRPr="001936F6" w:rsidRDefault="00173765" w:rsidP="00EC14F8">
      <w:pPr>
        <w:tabs>
          <w:tab w:val="left" w:pos="851"/>
          <w:tab w:val="num" w:pos="1287"/>
        </w:tabs>
        <w:ind w:left="709" w:right="-284"/>
        <w:jc w:val="center"/>
        <w:rPr>
          <w:rFonts w:ascii="Arial" w:hAnsi="Arial" w:cs="Arial"/>
          <w:bCs/>
          <w:iCs/>
          <w:u w:val="single"/>
        </w:rPr>
      </w:pP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7"/>
        <w:gridCol w:w="6057"/>
      </w:tblGrid>
      <w:tr w:rsidR="00613178" w:rsidRPr="007D6B58" w:rsidTr="001936F6">
        <w:tc>
          <w:tcPr>
            <w:tcW w:w="3797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Перечень основных данных и требований</w:t>
            </w:r>
          </w:p>
        </w:tc>
        <w:tc>
          <w:tcPr>
            <w:tcW w:w="6057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Содержание основных данных и требований</w:t>
            </w:r>
          </w:p>
          <w:p w:rsidR="00613178" w:rsidRPr="007D6B58" w:rsidRDefault="00613178" w:rsidP="0068078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13178" w:rsidRPr="007D6B58" w:rsidTr="001936F6">
        <w:tc>
          <w:tcPr>
            <w:tcW w:w="3797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57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13178" w:rsidRPr="007D6B58" w:rsidTr="001936F6">
        <w:trPr>
          <w:trHeight w:val="461"/>
        </w:trPr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EF15DF">
              <w:rPr>
                <w:rFonts w:ascii="Arial" w:hAnsi="Arial" w:cs="Arial"/>
              </w:rPr>
              <w:t>9. Состав и виды работ, выполняемых подрядчиком</w:t>
            </w:r>
          </w:p>
        </w:tc>
        <w:tc>
          <w:tcPr>
            <w:tcW w:w="6057" w:type="dxa"/>
          </w:tcPr>
          <w:p w:rsidR="00EC14F8" w:rsidRPr="00CD43A2" w:rsidRDefault="0007729E" w:rsidP="000231AB">
            <w:pPr>
              <w:pStyle w:val="affb"/>
              <w:numPr>
                <w:ilvl w:val="0"/>
                <w:numId w:val="6"/>
              </w:numPr>
              <w:tabs>
                <w:tab w:val="left" w:pos="0"/>
                <w:tab w:val="left" w:pos="179"/>
                <w:tab w:val="left" w:pos="317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CD43A2">
              <w:rPr>
                <w:rFonts w:ascii="Arial" w:hAnsi="Arial" w:cs="Arial"/>
                <w:color w:val="000000"/>
              </w:rPr>
              <w:t xml:space="preserve">Замена </w:t>
            </w:r>
            <w:r w:rsidR="000217AF" w:rsidRPr="00CD43A2">
              <w:rPr>
                <w:rFonts w:ascii="Arial" w:hAnsi="Arial" w:cs="Arial"/>
                <w:color w:val="000000"/>
              </w:rPr>
              <w:t xml:space="preserve">2-х </w:t>
            </w:r>
            <w:r w:rsidRPr="00CD43A2">
              <w:rPr>
                <w:rFonts w:ascii="Arial" w:hAnsi="Arial" w:cs="Arial"/>
                <w:color w:val="000000"/>
              </w:rPr>
              <w:t>участк</w:t>
            </w:r>
            <w:r w:rsidR="000217AF" w:rsidRPr="00CD43A2">
              <w:rPr>
                <w:rFonts w:ascii="Arial" w:hAnsi="Arial" w:cs="Arial"/>
                <w:color w:val="000000"/>
              </w:rPr>
              <w:t>ов</w:t>
            </w:r>
            <w:r w:rsidRPr="00CD43A2">
              <w:rPr>
                <w:rFonts w:ascii="Arial" w:hAnsi="Arial" w:cs="Arial"/>
                <w:color w:val="000000"/>
              </w:rPr>
              <w:t xml:space="preserve"> труб</w:t>
            </w:r>
            <w:r w:rsidR="000217AF" w:rsidRPr="00CD43A2">
              <w:rPr>
                <w:rFonts w:ascii="Arial" w:hAnsi="Arial" w:cs="Arial"/>
                <w:color w:val="000000"/>
              </w:rPr>
              <w:t>ы</w:t>
            </w:r>
            <w:r w:rsidRPr="00CD43A2">
              <w:rPr>
                <w:rFonts w:ascii="Arial" w:hAnsi="Arial" w:cs="Arial"/>
                <w:color w:val="000000"/>
              </w:rPr>
              <w:t xml:space="preserve"> </w:t>
            </w:r>
            <w:r w:rsidR="000217AF" w:rsidRPr="00CD43A2">
              <w:rPr>
                <w:rFonts w:ascii="Arial" w:hAnsi="Arial" w:cs="Arial"/>
                <w:color w:val="000000"/>
              </w:rPr>
              <w:t xml:space="preserve">на подающем трубопровод диаметром </w:t>
            </w:r>
            <w:r w:rsidRPr="00CD43A2">
              <w:rPr>
                <w:rFonts w:ascii="Arial" w:hAnsi="Arial" w:cs="Arial"/>
                <w:color w:val="000000"/>
              </w:rPr>
              <w:t xml:space="preserve">Ду630 мм длиной </w:t>
            </w:r>
            <w:r w:rsidR="000217AF" w:rsidRPr="00CD43A2">
              <w:rPr>
                <w:rFonts w:ascii="Arial" w:hAnsi="Arial" w:cs="Arial"/>
                <w:color w:val="000000"/>
              </w:rPr>
              <w:t>11,7</w:t>
            </w:r>
            <w:r w:rsidRPr="00CD43A2">
              <w:rPr>
                <w:rFonts w:ascii="Arial" w:hAnsi="Arial" w:cs="Arial"/>
                <w:color w:val="000000"/>
              </w:rPr>
              <w:t xml:space="preserve"> п</w:t>
            </w:r>
            <w:r w:rsidR="000B2E07" w:rsidRPr="00CD43A2">
              <w:rPr>
                <w:rFonts w:ascii="Arial" w:hAnsi="Arial" w:cs="Arial"/>
                <w:color w:val="000000"/>
              </w:rPr>
              <w:t>.</w:t>
            </w:r>
            <w:r w:rsidRPr="00CD43A2">
              <w:rPr>
                <w:rFonts w:ascii="Arial" w:hAnsi="Arial" w:cs="Arial"/>
                <w:color w:val="000000"/>
              </w:rPr>
              <w:t>м</w:t>
            </w:r>
            <w:r w:rsidR="000B2E07" w:rsidRPr="00CD43A2">
              <w:rPr>
                <w:rFonts w:ascii="Arial" w:hAnsi="Arial" w:cs="Arial"/>
                <w:color w:val="000000"/>
              </w:rPr>
              <w:t>.</w:t>
            </w:r>
            <w:r w:rsidRPr="00CD43A2">
              <w:rPr>
                <w:rFonts w:ascii="Arial" w:hAnsi="Arial" w:cs="Arial"/>
                <w:color w:val="000000"/>
              </w:rPr>
              <w:t xml:space="preserve"> </w:t>
            </w:r>
            <w:r w:rsidR="000217AF" w:rsidRPr="00CD43A2">
              <w:rPr>
                <w:rFonts w:ascii="Arial" w:hAnsi="Arial" w:cs="Arial"/>
                <w:color w:val="000000"/>
              </w:rPr>
              <w:t xml:space="preserve">и 13,3 </w:t>
            </w:r>
            <w:r w:rsidR="000B2E07" w:rsidRPr="00CD43A2">
              <w:rPr>
                <w:rFonts w:ascii="Arial" w:hAnsi="Arial" w:cs="Arial"/>
                <w:color w:val="000000"/>
              </w:rPr>
              <w:t>п.</w:t>
            </w:r>
            <w:r w:rsidR="000217AF" w:rsidRPr="00CD43A2">
              <w:rPr>
                <w:rFonts w:ascii="Arial" w:hAnsi="Arial" w:cs="Arial"/>
                <w:color w:val="000000"/>
              </w:rPr>
              <w:t>м</w:t>
            </w:r>
            <w:r w:rsidR="000B2E07" w:rsidRPr="00CD43A2">
              <w:rPr>
                <w:rFonts w:ascii="Arial" w:hAnsi="Arial" w:cs="Arial"/>
                <w:color w:val="000000"/>
              </w:rPr>
              <w:t>.</w:t>
            </w:r>
            <w:r w:rsidR="000217AF" w:rsidRPr="00CD43A2">
              <w:rPr>
                <w:rFonts w:ascii="Arial" w:hAnsi="Arial" w:cs="Arial"/>
                <w:color w:val="000000"/>
              </w:rPr>
              <w:t xml:space="preserve"> </w:t>
            </w:r>
            <w:r w:rsidRPr="00CD43A2">
              <w:rPr>
                <w:rFonts w:ascii="Arial" w:hAnsi="Arial" w:cs="Arial"/>
                <w:color w:val="000000"/>
              </w:rPr>
              <w:t xml:space="preserve">на территории </w:t>
            </w:r>
            <w:r w:rsidRPr="00CD43A2">
              <w:rPr>
                <w:rFonts w:ascii="Arial" w:hAnsi="Arial" w:cs="Arial"/>
                <w:bCs/>
                <w:iCs/>
              </w:rPr>
              <w:t>Филиала АО «АЭМ –</w:t>
            </w:r>
            <w:proofErr w:type="spellStart"/>
            <w:r w:rsidRPr="00CD43A2">
              <w:rPr>
                <w:rFonts w:ascii="Arial" w:hAnsi="Arial" w:cs="Arial"/>
                <w:bCs/>
                <w:iCs/>
              </w:rPr>
              <w:t>Технологиии</w:t>
            </w:r>
            <w:proofErr w:type="spellEnd"/>
            <w:r w:rsidRPr="00CD43A2">
              <w:rPr>
                <w:rFonts w:ascii="Arial" w:hAnsi="Arial" w:cs="Arial"/>
                <w:bCs/>
                <w:iCs/>
              </w:rPr>
              <w:t>» «</w:t>
            </w:r>
            <w:proofErr w:type="spellStart"/>
            <w:r w:rsidRPr="00CD43A2">
              <w:rPr>
                <w:rFonts w:ascii="Arial" w:hAnsi="Arial" w:cs="Arial"/>
                <w:bCs/>
                <w:iCs/>
              </w:rPr>
              <w:t>Петрозаводскмаш</w:t>
            </w:r>
            <w:proofErr w:type="spellEnd"/>
            <w:r w:rsidRPr="00CD43A2">
              <w:rPr>
                <w:rFonts w:ascii="Arial" w:hAnsi="Arial" w:cs="Arial"/>
                <w:bCs/>
                <w:iCs/>
              </w:rPr>
              <w:t>» г</w:t>
            </w:r>
            <w:proofErr w:type="gramStart"/>
            <w:r w:rsidRPr="00CD43A2">
              <w:rPr>
                <w:rFonts w:ascii="Arial" w:hAnsi="Arial" w:cs="Arial"/>
                <w:bCs/>
                <w:iCs/>
              </w:rPr>
              <w:t>.П</w:t>
            </w:r>
            <w:proofErr w:type="gramEnd"/>
            <w:r w:rsidRPr="00CD43A2">
              <w:rPr>
                <w:rFonts w:ascii="Arial" w:hAnsi="Arial" w:cs="Arial"/>
                <w:bCs/>
                <w:iCs/>
              </w:rPr>
              <w:t>етрозаводск. Точное ме</w:t>
            </w:r>
            <w:r w:rsidR="000217AF" w:rsidRPr="00CD43A2">
              <w:rPr>
                <w:rFonts w:ascii="Arial" w:hAnsi="Arial" w:cs="Arial"/>
                <w:bCs/>
                <w:iCs/>
              </w:rPr>
              <w:t>сто проведения работ определить с предста</w:t>
            </w:r>
            <w:r w:rsidR="00393BC3">
              <w:rPr>
                <w:rFonts w:ascii="Arial" w:hAnsi="Arial" w:cs="Arial"/>
                <w:bCs/>
                <w:iCs/>
              </w:rPr>
              <w:t>ви</w:t>
            </w:r>
            <w:r w:rsidR="000217AF" w:rsidRPr="00CD43A2">
              <w:rPr>
                <w:rFonts w:ascii="Arial" w:hAnsi="Arial" w:cs="Arial"/>
                <w:bCs/>
                <w:iCs/>
              </w:rPr>
              <w:t>телем Заказчика по месту:</w:t>
            </w:r>
          </w:p>
          <w:p w:rsidR="000217AF" w:rsidRPr="00165867" w:rsidRDefault="000217AF" w:rsidP="000231AB">
            <w:pPr>
              <w:pStyle w:val="affb"/>
              <w:numPr>
                <w:ilvl w:val="0"/>
                <w:numId w:val="3"/>
              </w:numPr>
              <w:tabs>
                <w:tab w:val="left" w:pos="179"/>
                <w:tab w:val="left" w:pos="533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Устройство </w:t>
            </w:r>
            <w:r w:rsidR="00070997">
              <w:rPr>
                <w:rFonts w:ascii="Arial" w:hAnsi="Arial" w:cs="Arial"/>
                <w:color w:val="000000"/>
              </w:rPr>
              <w:t xml:space="preserve">(восстановление) </w:t>
            </w:r>
            <w:r w:rsidRPr="00165867">
              <w:rPr>
                <w:rFonts w:ascii="Arial" w:hAnsi="Arial" w:cs="Arial"/>
                <w:color w:val="000000"/>
              </w:rPr>
              <w:t>тепловой изоляции</w:t>
            </w:r>
            <w:r>
              <w:rPr>
                <w:rFonts w:ascii="Arial" w:hAnsi="Arial" w:cs="Arial"/>
                <w:color w:val="000000"/>
              </w:rPr>
              <w:t xml:space="preserve"> на трубопроводах</w:t>
            </w:r>
            <w:r w:rsidR="00452D48">
              <w:rPr>
                <w:rFonts w:ascii="Arial" w:hAnsi="Arial" w:cs="Arial"/>
                <w:color w:val="000000"/>
              </w:rPr>
              <w:t xml:space="preserve"> в месте проведения работ</w:t>
            </w:r>
            <w:r w:rsidRPr="00165867">
              <w:rPr>
                <w:rFonts w:ascii="Arial" w:hAnsi="Arial" w:cs="Arial"/>
                <w:color w:val="000000"/>
              </w:rPr>
              <w:t>.</w:t>
            </w:r>
          </w:p>
          <w:p w:rsidR="00EC14F8" w:rsidRDefault="00775034" w:rsidP="000231AB">
            <w:pPr>
              <w:pStyle w:val="affb"/>
              <w:numPr>
                <w:ilvl w:val="0"/>
                <w:numId w:val="3"/>
              </w:numPr>
              <w:tabs>
                <w:tab w:val="left" w:pos="179"/>
                <w:tab w:val="left" w:pos="533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Т</w:t>
            </w:r>
            <w:r w:rsidR="000217AF" w:rsidRPr="00165867">
              <w:rPr>
                <w:rFonts w:ascii="Arial" w:hAnsi="Arial" w:cs="Arial"/>
                <w:color w:val="000000"/>
              </w:rPr>
              <w:t xml:space="preserve">рубопроводы перед восстановлением тепловой изоляции покрыть </w:t>
            </w:r>
            <w:r w:rsidR="000217AF">
              <w:rPr>
                <w:rFonts w:ascii="Arial" w:hAnsi="Arial" w:cs="Arial"/>
                <w:color w:val="000000"/>
              </w:rPr>
              <w:t>антикоррози</w:t>
            </w:r>
            <w:r w:rsidR="00070997">
              <w:rPr>
                <w:rFonts w:ascii="Arial" w:hAnsi="Arial" w:cs="Arial"/>
                <w:color w:val="000000"/>
              </w:rPr>
              <w:t>он</w:t>
            </w:r>
            <w:r w:rsidR="000217AF">
              <w:rPr>
                <w:rFonts w:ascii="Arial" w:hAnsi="Arial" w:cs="Arial"/>
                <w:color w:val="000000"/>
              </w:rPr>
              <w:t>ным составом</w:t>
            </w:r>
          </w:p>
          <w:p w:rsidR="00F64EC6" w:rsidRPr="000217AF" w:rsidRDefault="00F64EC6" w:rsidP="000231AB">
            <w:pPr>
              <w:pStyle w:val="affb"/>
              <w:numPr>
                <w:ilvl w:val="0"/>
                <w:numId w:val="3"/>
              </w:numPr>
              <w:tabs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F64EC6">
              <w:rPr>
                <w:rFonts w:ascii="Arial" w:hAnsi="Arial" w:cs="Arial"/>
              </w:rPr>
              <w:t xml:space="preserve">Проверка </w:t>
            </w:r>
            <w:proofErr w:type="spellStart"/>
            <w:r w:rsidRPr="00F64EC6">
              <w:rPr>
                <w:rFonts w:ascii="Arial" w:hAnsi="Arial" w:cs="Arial"/>
              </w:rPr>
              <w:t>сплошности</w:t>
            </w:r>
            <w:proofErr w:type="spellEnd"/>
            <w:r w:rsidRPr="00F64EC6">
              <w:rPr>
                <w:rFonts w:ascii="Arial" w:hAnsi="Arial" w:cs="Arial"/>
              </w:rPr>
              <w:t xml:space="preserve"> неразрушающими методами контроля (ультразвуковая дефектоскопия) стыков</w:t>
            </w:r>
            <w:r w:rsidR="00C363A0">
              <w:rPr>
                <w:rFonts w:ascii="Arial" w:hAnsi="Arial" w:cs="Arial"/>
              </w:rPr>
              <w:t xml:space="preserve"> (выполняется силами и за счет Заказчика).</w:t>
            </w:r>
          </w:p>
          <w:p w:rsidR="000217AF" w:rsidRPr="00452D48" w:rsidRDefault="00452D48" w:rsidP="000231AB">
            <w:pPr>
              <w:pStyle w:val="affb"/>
              <w:numPr>
                <w:ilvl w:val="0"/>
                <w:numId w:val="6"/>
              </w:numPr>
              <w:tabs>
                <w:tab w:val="left" w:pos="321"/>
              </w:tabs>
              <w:ind w:left="0" w:firstLine="34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Замена тепловой изоляции </w:t>
            </w:r>
            <w:r w:rsidR="0048057C">
              <w:rPr>
                <w:rFonts w:ascii="Arial" w:hAnsi="Arial" w:cs="Arial"/>
              </w:rPr>
              <w:t xml:space="preserve">для </w:t>
            </w:r>
            <w:r>
              <w:rPr>
                <w:rFonts w:ascii="Arial" w:hAnsi="Arial" w:cs="Arial"/>
              </w:rPr>
              <w:t>трубопроводов Ду600 мм воздушной прокладки</w:t>
            </w:r>
            <w:r w:rsidR="0048057C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расположенных </w:t>
            </w:r>
            <w:r w:rsidR="00393BC3">
              <w:rPr>
                <w:rFonts w:ascii="Arial" w:hAnsi="Arial" w:cs="Arial"/>
              </w:rPr>
              <w:t>на высоких опорах (около 6 м</w:t>
            </w:r>
            <w:r w:rsidR="00173765">
              <w:rPr>
                <w:rFonts w:ascii="Arial" w:hAnsi="Arial" w:cs="Arial"/>
              </w:rPr>
              <w:t xml:space="preserve"> над землей</w:t>
            </w:r>
            <w:r w:rsidR="00393BC3"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 xml:space="preserve">на участке от узла 1-7 (на территории  </w:t>
            </w:r>
            <w:r>
              <w:rPr>
                <w:rFonts w:ascii="Arial" w:hAnsi="Arial" w:cs="Arial"/>
                <w:bCs/>
                <w:iCs/>
              </w:rPr>
              <w:t>Филиала АО «АЭМ –</w:t>
            </w:r>
            <w:proofErr w:type="spellStart"/>
            <w:r>
              <w:rPr>
                <w:rFonts w:ascii="Arial" w:hAnsi="Arial" w:cs="Arial"/>
                <w:bCs/>
                <w:iCs/>
              </w:rPr>
              <w:t>Технологиии</w:t>
            </w:r>
            <w:proofErr w:type="spellEnd"/>
            <w:r>
              <w:rPr>
                <w:rFonts w:ascii="Arial" w:hAnsi="Arial" w:cs="Arial"/>
                <w:bCs/>
                <w:iCs/>
              </w:rPr>
              <w:t>» «</w:t>
            </w:r>
            <w:proofErr w:type="spellStart"/>
            <w:r>
              <w:rPr>
                <w:rFonts w:ascii="Arial" w:hAnsi="Arial" w:cs="Arial"/>
                <w:bCs/>
                <w:iCs/>
              </w:rPr>
              <w:t>Петрозаводскмаш</w:t>
            </w:r>
            <w:proofErr w:type="spellEnd"/>
            <w:r>
              <w:rPr>
                <w:rFonts w:ascii="Arial" w:hAnsi="Arial" w:cs="Arial"/>
                <w:bCs/>
                <w:iCs/>
              </w:rPr>
              <w:t>» г</w:t>
            </w:r>
            <w:proofErr w:type="gramStart"/>
            <w:r>
              <w:rPr>
                <w:rFonts w:ascii="Arial" w:hAnsi="Arial" w:cs="Arial"/>
                <w:bCs/>
                <w:iCs/>
              </w:rPr>
              <w:t>.П</w:t>
            </w:r>
            <w:proofErr w:type="gramEnd"/>
            <w:r>
              <w:rPr>
                <w:rFonts w:ascii="Arial" w:hAnsi="Arial" w:cs="Arial"/>
                <w:bCs/>
                <w:iCs/>
              </w:rPr>
              <w:t>етрозаводск</w:t>
            </w:r>
            <w:r w:rsidR="00393BC3">
              <w:rPr>
                <w:rFonts w:ascii="Arial" w:hAnsi="Arial" w:cs="Arial"/>
                <w:bCs/>
                <w:iCs/>
              </w:rPr>
              <w:t>)</w:t>
            </w:r>
            <w:r>
              <w:rPr>
                <w:rFonts w:ascii="Arial" w:hAnsi="Arial" w:cs="Arial"/>
                <w:bCs/>
                <w:iCs/>
              </w:rPr>
              <w:t xml:space="preserve"> до ул.Достоевского. Протяженность участка </w:t>
            </w:r>
            <w:proofErr w:type="gramStart"/>
            <w:r>
              <w:rPr>
                <w:rFonts w:ascii="Arial" w:hAnsi="Arial" w:cs="Arial"/>
                <w:bCs/>
                <w:iCs/>
              </w:rPr>
              <w:t>трубопровода</w:t>
            </w:r>
            <w:proofErr w:type="gramEnd"/>
            <w:r>
              <w:rPr>
                <w:rFonts w:ascii="Arial" w:hAnsi="Arial" w:cs="Arial"/>
                <w:bCs/>
                <w:iCs/>
              </w:rPr>
              <w:t xml:space="preserve"> для которого необходима замена тепловой изоляции 1184 п.м</w:t>
            </w:r>
            <w:r w:rsidR="00393BC3">
              <w:rPr>
                <w:rFonts w:ascii="Arial" w:hAnsi="Arial" w:cs="Arial"/>
                <w:bCs/>
                <w:iCs/>
              </w:rPr>
              <w:t>.</w:t>
            </w:r>
            <w:r w:rsidR="00393BC3" w:rsidRPr="00CD43A2">
              <w:rPr>
                <w:rFonts w:ascii="Arial" w:hAnsi="Arial" w:cs="Arial"/>
                <w:bCs/>
                <w:iCs/>
              </w:rPr>
              <w:t xml:space="preserve"> Точное место проведения работ определить с предста</w:t>
            </w:r>
            <w:r w:rsidR="00393BC3">
              <w:rPr>
                <w:rFonts w:ascii="Arial" w:hAnsi="Arial" w:cs="Arial"/>
                <w:bCs/>
                <w:iCs/>
              </w:rPr>
              <w:t>ви</w:t>
            </w:r>
            <w:r w:rsidR="00393BC3" w:rsidRPr="00CD43A2">
              <w:rPr>
                <w:rFonts w:ascii="Arial" w:hAnsi="Arial" w:cs="Arial"/>
                <w:bCs/>
                <w:iCs/>
              </w:rPr>
              <w:t>телем Заказчика по месту</w:t>
            </w:r>
            <w:r>
              <w:rPr>
                <w:rFonts w:ascii="Arial" w:hAnsi="Arial" w:cs="Arial"/>
                <w:bCs/>
                <w:iCs/>
              </w:rPr>
              <w:t>:</w:t>
            </w:r>
          </w:p>
          <w:p w:rsidR="00CD43A2" w:rsidRDefault="00452D48" w:rsidP="000231AB">
            <w:pPr>
              <w:pStyle w:val="affb"/>
              <w:numPr>
                <w:ilvl w:val="0"/>
                <w:numId w:val="5"/>
              </w:numPr>
              <w:tabs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качестве тепловой изоляции применить</w:t>
            </w:r>
            <w:r w:rsidR="00CD43A2">
              <w:rPr>
                <w:rFonts w:ascii="Arial" w:hAnsi="Arial" w:cs="Arial"/>
                <w:color w:val="000000"/>
              </w:rPr>
              <w:t xml:space="preserve"> изделия </w:t>
            </w:r>
            <w:proofErr w:type="spellStart"/>
            <w:r w:rsidR="00CD43A2">
              <w:rPr>
                <w:rFonts w:ascii="Arial" w:hAnsi="Arial" w:cs="Arial"/>
                <w:color w:val="000000"/>
              </w:rPr>
              <w:t>минераловатные</w:t>
            </w:r>
            <w:proofErr w:type="spellEnd"/>
            <w:r w:rsidR="00CD43A2">
              <w:rPr>
                <w:rFonts w:ascii="Arial" w:hAnsi="Arial" w:cs="Arial"/>
                <w:color w:val="000000"/>
              </w:rPr>
              <w:t xml:space="preserve"> </w:t>
            </w:r>
            <w:r w:rsidR="0034392E" w:rsidRPr="0034392E">
              <w:rPr>
                <w:rFonts w:ascii="Arial" w:hAnsi="Arial" w:cs="Arial"/>
                <w:color w:val="000000"/>
              </w:rPr>
              <w:t xml:space="preserve">(базальтовые) </w:t>
            </w:r>
            <w:r w:rsidR="00CD43A2">
              <w:rPr>
                <w:rFonts w:ascii="Arial" w:hAnsi="Arial" w:cs="Arial"/>
                <w:color w:val="000000"/>
              </w:rPr>
              <w:t>толщиной не менее 100 мм</w:t>
            </w:r>
          </w:p>
          <w:p w:rsidR="00393BC3" w:rsidRDefault="00CD43A2" w:rsidP="000231AB">
            <w:pPr>
              <w:pStyle w:val="affb"/>
              <w:numPr>
                <w:ilvl w:val="0"/>
                <w:numId w:val="5"/>
              </w:numPr>
              <w:tabs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 качестве покровного слоя применить </w:t>
            </w:r>
            <w:proofErr w:type="gramStart"/>
            <w:r>
              <w:rPr>
                <w:rFonts w:ascii="Arial" w:hAnsi="Arial" w:cs="Arial"/>
                <w:color w:val="000000"/>
              </w:rPr>
              <w:t>сталь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оцинкованную тонколистовую толщиной не менее 1 мм по ГОСТ  14918-80</w:t>
            </w:r>
          </w:p>
          <w:p w:rsidR="00452D48" w:rsidRPr="00F64EC6" w:rsidRDefault="00393BC3" w:rsidP="000231AB">
            <w:pPr>
              <w:pStyle w:val="affb"/>
              <w:numPr>
                <w:ilvl w:val="0"/>
                <w:numId w:val="5"/>
              </w:numPr>
              <w:tabs>
                <w:tab w:val="left" w:pos="321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Предусмотреть выполнение работ по антикоррозионной обработке трубопроводов</w:t>
            </w:r>
            <w:r w:rsidR="00452D48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соответствующими видами покрытий</w:t>
            </w:r>
          </w:p>
          <w:p w:rsidR="00165867" w:rsidRDefault="00457603" w:rsidP="000231AB">
            <w:pPr>
              <w:pStyle w:val="affb"/>
              <w:numPr>
                <w:ilvl w:val="0"/>
                <w:numId w:val="4"/>
              </w:numPr>
              <w:tabs>
                <w:tab w:val="left" w:pos="321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165867">
              <w:rPr>
                <w:rFonts w:ascii="Arial" w:hAnsi="Arial" w:cs="Arial"/>
              </w:rPr>
              <w:t>Вывозка строительного мусора на свалку ТБО.</w:t>
            </w:r>
          </w:p>
          <w:p w:rsidR="001D26C0" w:rsidRPr="00070997" w:rsidRDefault="00457603" w:rsidP="000231AB">
            <w:pPr>
              <w:pStyle w:val="affb"/>
              <w:numPr>
                <w:ilvl w:val="0"/>
                <w:numId w:val="4"/>
              </w:numPr>
              <w:tabs>
                <w:tab w:val="left" w:pos="321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165867">
              <w:rPr>
                <w:rFonts w:ascii="Arial" w:hAnsi="Arial" w:cs="Arial"/>
              </w:rPr>
              <w:t>Сдача металлолома МУП «Петрозаводские энергетические системы» (Арендодатель имущества).</w:t>
            </w:r>
          </w:p>
          <w:p w:rsidR="00070997" w:rsidRPr="00165867" w:rsidRDefault="00070997" w:rsidP="00070997">
            <w:pPr>
              <w:pStyle w:val="affb"/>
              <w:tabs>
                <w:tab w:val="left" w:pos="321"/>
              </w:tabs>
              <w:ind w:left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13178" w:rsidRPr="007D6B58" w:rsidTr="001936F6">
        <w:trPr>
          <w:trHeight w:val="445"/>
        </w:trPr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7"/>
              </w:rPr>
              <w:t xml:space="preserve">11. Состав разделов </w:t>
            </w:r>
            <w:r w:rsidRPr="005747DE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Pr="005747DE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6057" w:type="dxa"/>
          </w:tcPr>
          <w:p w:rsidR="00027B36" w:rsidRDefault="00E23030" w:rsidP="00165867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По строительно-монтажным работам</w:t>
            </w:r>
            <w:r w:rsidR="00027B36" w:rsidRPr="002F080B">
              <w:rPr>
                <w:rFonts w:ascii="Arial" w:hAnsi="Arial" w:cs="Arial"/>
              </w:rPr>
              <w:t>:</w:t>
            </w:r>
          </w:p>
          <w:p w:rsidR="00070997" w:rsidRPr="002F080B" w:rsidRDefault="00070997" w:rsidP="00165867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23030" w:rsidRPr="002F080B" w:rsidRDefault="00027B36" w:rsidP="00027B3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1. С</w:t>
            </w:r>
            <w:r w:rsidR="00E23030" w:rsidRPr="002F080B">
              <w:rPr>
                <w:rFonts w:ascii="Arial" w:hAnsi="Arial" w:cs="Arial"/>
              </w:rPr>
              <w:t>оставление исполнительной документации</w:t>
            </w:r>
            <w:r w:rsidR="00165867" w:rsidRPr="002F080B">
              <w:rPr>
                <w:rFonts w:ascii="Arial" w:hAnsi="Arial" w:cs="Arial"/>
              </w:rPr>
              <w:t xml:space="preserve"> (Акты освидетельствования работ):</w:t>
            </w:r>
          </w:p>
          <w:p w:rsidR="00EF284A" w:rsidRPr="002F080B" w:rsidRDefault="00EF284A" w:rsidP="004E1144">
            <w:pPr>
              <w:pStyle w:val="affb"/>
              <w:numPr>
                <w:ilvl w:val="0"/>
                <w:numId w:val="2"/>
              </w:numPr>
              <w:spacing w:after="200"/>
              <w:ind w:left="284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На приемку укладки трубопроводов тепловой сети</w:t>
            </w:r>
          </w:p>
          <w:p w:rsidR="00EF284A" w:rsidRPr="002F080B" w:rsidRDefault="00EF284A" w:rsidP="004E1144">
            <w:pPr>
              <w:pStyle w:val="affb"/>
              <w:numPr>
                <w:ilvl w:val="0"/>
                <w:numId w:val="2"/>
              </w:numPr>
              <w:spacing w:after="200"/>
              <w:ind w:left="284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На проверку технологических свойств электродов.</w:t>
            </w:r>
          </w:p>
          <w:p w:rsidR="00EF284A" w:rsidRPr="002F080B" w:rsidRDefault="00EF284A" w:rsidP="004E1144">
            <w:pPr>
              <w:pStyle w:val="affb"/>
              <w:numPr>
                <w:ilvl w:val="0"/>
                <w:numId w:val="2"/>
              </w:numPr>
              <w:spacing w:after="200"/>
              <w:ind w:left="284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На антикоррозийное покрытие трубопроводов и металлоизделий.</w:t>
            </w:r>
          </w:p>
          <w:p w:rsidR="00EF284A" w:rsidRPr="002F080B" w:rsidRDefault="00EF284A" w:rsidP="004E1144">
            <w:pPr>
              <w:pStyle w:val="affb"/>
              <w:numPr>
                <w:ilvl w:val="0"/>
                <w:numId w:val="2"/>
              </w:numPr>
              <w:spacing w:after="200"/>
              <w:ind w:left="284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 xml:space="preserve">На теплоизоляцию </w:t>
            </w:r>
            <w:r w:rsidR="004E1144">
              <w:rPr>
                <w:rFonts w:ascii="Arial" w:hAnsi="Arial" w:cs="Arial"/>
              </w:rPr>
              <w:t xml:space="preserve">(с устройством покровного слоя) </w:t>
            </w:r>
            <w:r w:rsidRPr="002F080B">
              <w:rPr>
                <w:rFonts w:ascii="Arial" w:hAnsi="Arial" w:cs="Arial"/>
              </w:rPr>
              <w:t>трубопроводов тепловой сети</w:t>
            </w:r>
          </w:p>
          <w:p w:rsidR="00E23030" w:rsidRPr="002F080B" w:rsidRDefault="00027B36" w:rsidP="005E6F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2</w:t>
            </w:r>
            <w:r w:rsidR="00E23030" w:rsidRPr="002F080B">
              <w:rPr>
                <w:rFonts w:ascii="Arial" w:hAnsi="Arial" w:cs="Arial"/>
              </w:rPr>
              <w:t>. Схема сварных стыков.</w:t>
            </w:r>
          </w:p>
          <w:p w:rsidR="00E23030" w:rsidRPr="002F080B" w:rsidRDefault="00027B36" w:rsidP="00393BC3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3</w:t>
            </w:r>
            <w:r w:rsidR="00E23030" w:rsidRPr="002F080B">
              <w:rPr>
                <w:rFonts w:ascii="Arial" w:hAnsi="Arial" w:cs="Arial"/>
              </w:rPr>
              <w:t xml:space="preserve">. Копии сертификатов и технические паспорта на </w:t>
            </w:r>
            <w:proofErr w:type="spellStart"/>
            <w:r w:rsidR="00E23030" w:rsidRPr="002F080B">
              <w:rPr>
                <w:rFonts w:ascii="Arial" w:hAnsi="Arial" w:cs="Arial"/>
              </w:rPr>
              <w:t>гидро</w:t>
            </w:r>
            <w:proofErr w:type="spellEnd"/>
            <w:r w:rsidR="00E23030" w:rsidRPr="002F080B">
              <w:rPr>
                <w:rFonts w:ascii="Arial" w:hAnsi="Arial" w:cs="Arial"/>
              </w:rPr>
              <w:t>- и теплоизоляцию трубопроводов.</w:t>
            </w:r>
          </w:p>
          <w:p w:rsidR="005E6FAB" w:rsidRPr="002F080B" w:rsidRDefault="00027B36" w:rsidP="00027B36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6</w:t>
            </w:r>
            <w:r w:rsidR="00125324" w:rsidRPr="002F080B">
              <w:rPr>
                <w:rFonts w:ascii="Arial" w:hAnsi="Arial" w:cs="Arial"/>
              </w:rPr>
              <w:t>.Копии сертификатов на трубы, электроды</w:t>
            </w:r>
            <w:r w:rsidR="005E6FAB" w:rsidRPr="002F080B">
              <w:rPr>
                <w:rFonts w:ascii="Arial" w:hAnsi="Arial" w:cs="Arial"/>
              </w:rPr>
              <w:t xml:space="preserve"> </w:t>
            </w:r>
          </w:p>
          <w:p w:rsidR="00027B36" w:rsidRPr="002F080B" w:rsidRDefault="00027B36" w:rsidP="00393BC3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7</w:t>
            </w:r>
            <w:r w:rsidR="005E6FAB" w:rsidRPr="002F080B">
              <w:rPr>
                <w:rFonts w:ascii="Arial" w:hAnsi="Arial" w:cs="Arial"/>
              </w:rPr>
              <w:t>.</w:t>
            </w:r>
            <w:r w:rsidRPr="002F080B">
              <w:rPr>
                <w:rFonts w:ascii="Arial" w:hAnsi="Arial" w:cs="Arial"/>
              </w:rPr>
              <w:t xml:space="preserve">8.Копии сертификатов на </w:t>
            </w:r>
            <w:r w:rsidR="00393BC3">
              <w:rPr>
                <w:rFonts w:ascii="Arial" w:hAnsi="Arial" w:cs="Arial"/>
              </w:rPr>
              <w:t>тепловую изоляцию и антикоррози</w:t>
            </w:r>
            <w:r w:rsidR="00070997">
              <w:rPr>
                <w:rFonts w:ascii="Arial" w:hAnsi="Arial" w:cs="Arial"/>
              </w:rPr>
              <w:t>он</w:t>
            </w:r>
            <w:r w:rsidR="00393BC3">
              <w:rPr>
                <w:rFonts w:ascii="Arial" w:hAnsi="Arial" w:cs="Arial"/>
              </w:rPr>
              <w:t>ное покрытие</w:t>
            </w:r>
          </w:p>
          <w:p w:rsidR="00E23030" w:rsidRPr="002F080B" w:rsidRDefault="00027B36" w:rsidP="005E6F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9</w:t>
            </w:r>
            <w:r w:rsidR="00E23030" w:rsidRPr="002F080B">
              <w:rPr>
                <w:rFonts w:ascii="Arial" w:hAnsi="Arial" w:cs="Arial"/>
              </w:rPr>
              <w:t>. Копия аттестационного удостоверения сварщика.</w:t>
            </w:r>
          </w:p>
          <w:p w:rsidR="00070997" w:rsidRDefault="00027B36" w:rsidP="005E6F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10</w:t>
            </w:r>
            <w:r w:rsidR="00E23030" w:rsidRPr="002F080B">
              <w:rPr>
                <w:rFonts w:ascii="Arial" w:hAnsi="Arial" w:cs="Arial"/>
              </w:rPr>
              <w:t xml:space="preserve">. Копии аттестации руководителей и специалистов </w:t>
            </w:r>
            <w:proofErr w:type="gramStart"/>
            <w:r w:rsidR="00E23030" w:rsidRPr="002F080B">
              <w:rPr>
                <w:rFonts w:ascii="Arial" w:hAnsi="Arial" w:cs="Arial"/>
              </w:rPr>
              <w:t>в</w:t>
            </w:r>
            <w:proofErr w:type="gramEnd"/>
            <w:r w:rsidR="00E23030" w:rsidRPr="002F080B">
              <w:rPr>
                <w:rFonts w:ascii="Arial" w:hAnsi="Arial" w:cs="Arial"/>
              </w:rPr>
              <w:t xml:space="preserve"> </w:t>
            </w:r>
          </w:p>
          <w:p w:rsidR="00613178" w:rsidRDefault="00E23030" w:rsidP="005E6F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2F080B">
              <w:rPr>
                <w:rFonts w:ascii="Arial" w:hAnsi="Arial" w:cs="Arial"/>
              </w:rPr>
              <w:t>Ростехнадзоре</w:t>
            </w:r>
            <w:proofErr w:type="spellEnd"/>
            <w:r w:rsidRPr="002F080B">
              <w:rPr>
                <w:rFonts w:ascii="Arial" w:hAnsi="Arial" w:cs="Arial"/>
              </w:rPr>
              <w:t xml:space="preserve"> в области </w:t>
            </w:r>
            <w:proofErr w:type="spellStart"/>
            <w:r w:rsidRPr="002F080B">
              <w:rPr>
                <w:rFonts w:ascii="Arial" w:hAnsi="Arial" w:cs="Arial"/>
              </w:rPr>
              <w:t>пром</w:t>
            </w:r>
            <w:proofErr w:type="gramStart"/>
            <w:r w:rsidRPr="002F080B">
              <w:rPr>
                <w:rFonts w:ascii="Arial" w:hAnsi="Arial" w:cs="Arial"/>
              </w:rPr>
              <w:t>.б</w:t>
            </w:r>
            <w:proofErr w:type="gramEnd"/>
            <w:r w:rsidRPr="002F080B">
              <w:rPr>
                <w:rFonts w:ascii="Arial" w:hAnsi="Arial" w:cs="Arial"/>
              </w:rPr>
              <w:t>езопасности</w:t>
            </w:r>
            <w:proofErr w:type="spellEnd"/>
            <w:r w:rsidRPr="002F080B">
              <w:rPr>
                <w:rFonts w:ascii="Arial" w:hAnsi="Arial" w:cs="Arial"/>
              </w:rPr>
              <w:t xml:space="preserve"> сосудов, работающих под давлением.</w:t>
            </w:r>
          </w:p>
          <w:p w:rsidR="00E23030" w:rsidRPr="002F080B" w:rsidRDefault="00027B36" w:rsidP="005E6F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11</w:t>
            </w:r>
            <w:r w:rsidR="00E23030" w:rsidRPr="002F080B">
              <w:rPr>
                <w:rFonts w:ascii="Arial" w:hAnsi="Arial" w:cs="Arial"/>
              </w:rPr>
              <w:t>. Справка от МУП «Петрозаводские энергетические системы» (Арендодател</w:t>
            </w:r>
            <w:r w:rsidR="00457603" w:rsidRPr="002F080B">
              <w:rPr>
                <w:rFonts w:ascii="Arial" w:hAnsi="Arial" w:cs="Arial"/>
              </w:rPr>
              <w:t>ь</w:t>
            </w:r>
            <w:r w:rsidR="00E23030" w:rsidRPr="002F080B">
              <w:rPr>
                <w:rFonts w:ascii="Arial" w:hAnsi="Arial" w:cs="Arial"/>
              </w:rPr>
              <w:t xml:space="preserve"> имущества) о сдаче металлолома.</w:t>
            </w:r>
          </w:p>
        </w:tc>
      </w:tr>
    </w:tbl>
    <w:p w:rsidR="00070997" w:rsidRDefault="006D3836" w:rsidP="0049531A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613178" w:rsidRPr="007D6B58">
        <w:rPr>
          <w:rFonts w:ascii="Arial" w:hAnsi="Arial" w:cs="Arial"/>
          <w:color w:val="000000"/>
          <w:sz w:val="18"/>
          <w:szCs w:val="18"/>
        </w:rPr>
        <w:t xml:space="preserve">     </w:t>
      </w:r>
    </w:p>
    <w:p w:rsidR="00775034" w:rsidRDefault="00775034" w:rsidP="00775034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4"/>
          <w:szCs w:val="24"/>
        </w:rPr>
      </w:pPr>
      <w:r w:rsidRPr="00BF00EC">
        <w:rPr>
          <w:rFonts w:ascii="Arial" w:hAnsi="Arial" w:cs="Arial"/>
          <w:sz w:val="24"/>
          <w:szCs w:val="24"/>
        </w:rPr>
        <w:lastRenderedPageBreak/>
        <w:t>Схема расположения объекта</w:t>
      </w:r>
    </w:p>
    <w:p w:rsidR="00775034" w:rsidRDefault="00775034" w:rsidP="00775034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color w:val="000000"/>
          <w:sz w:val="18"/>
          <w:szCs w:val="18"/>
        </w:rPr>
      </w:pPr>
    </w:p>
    <w:p w:rsidR="00070997" w:rsidRDefault="00173765" w:rsidP="0049531A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6119357" cy="4285753"/>
            <wp:effectExtent l="19050" t="0" r="0" b="0"/>
            <wp:docPr id="3" name="Рисунок 2" descr="замена изоляции ТБМ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мена изоляции ТБМ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286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034" w:rsidRDefault="00775034" w:rsidP="0049531A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0000"/>
          <w:sz w:val="18"/>
          <w:szCs w:val="18"/>
        </w:rPr>
      </w:pPr>
    </w:p>
    <w:p w:rsidR="00775034" w:rsidRDefault="00775034" w:rsidP="0049531A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0000"/>
          <w:sz w:val="18"/>
          <w:szCs w:val="18"/>
        </w:rPr>
      </w:pPr>
    </w:p>
    <w:p w:rsidR="00775034" w:rsidRDefault="00775034" w:rsidP="0049531A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0000"/>
          <w:sz w:val="18"/>
          <w:szCs w:val="18"/>
        </w:rPr>
      </w:pPr>
    </w:p>
    <w:p w:rsidR="00775034" w:rsidRDefault="00775034" w:rsidP="0077503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 главного инженера</w:t>
      </w:r>
      <w:r w:rsidRPr="00BA40AD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М.Ю.Кулагин</w:t>
      </w:r>
    </w:p>
    <w:p w:rsidR="00775034" w:rsidRDefault="00775034" w:rsidP="0077503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775034" w:rsidRDefault="00775034" w:rsidP="0077503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Начальник ПТО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               В.А.Корнев</w:t>
      </w:r>
    </w:p>
    <w:p w:rsidR="00775034" w:rsidRDefault="00775034" w:rsidP="0077503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775034" w:rsidRDefault="00775034" w:rsidP="0077503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Зам. начальника ПТО</w:t>
      </w:r>
      <w:r w:rsidRPr="00287966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О.Ф.Корнеева</w:t>
      </w:r>
    </w:p>
    <w:p w:rsidR="00775034" w:rsidRDefault="00775034" w:rsidP="0077503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775034" w:rsidRDefault="00775034" w:rsidP="0077503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</w:rPr>
        <w:t xml:space="preserve">Старший мастер сетевого района «ТЭЦ»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Е.В. Сухарев </w:t>
      </w:r>
    </w:p>
    <w:p w:rsidR="001936F6" w:rsidRDefault="001936F6" w:rsidP="00775034">
      <w:pPr>
        <w:tabs>
          <w:tab w:val="left" w:pos="851"/>
          <w:tab w:val="num" w:pos="1287"/>
        </w:tabs>
        <w:spacing w:before="120"/>
        <w:rPr>
          <w:rFonts w:ascii="Arial" w:hAnsi="Arial" w:cs="Arial"/>
          <w:i/>
          <w:sz w:val="32"/>
          <w:szCs w:val="32"/>
        </w:rPr>
      </w:pPr>
    </w:p>
    <w:p w:rsidR="001936F6" w:rsidRDefault="001936F6" w:rsidP="0049531A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i/>
          <w:sz w:val="32"/>
          <w:szCs w:val="32"/>
        </w:rPr>
      </w:pPr>
    </w:p>
    <w:p w:rsidR="00E435E5" w:rsidRDefault="00E435E5" w:rsidP="001936F6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i/>
          <w:sz w:val="32"/>
          <w:szCs w:val="32"/>
        </w:rPr>
      </w:pPr>
    </w:p>
    <w:sectPr w:rsidR="00E435E5" w:rsidSect="00122093">
      <w:footerReference w:type="default" r:id="rId8"/>
      <w:pgSz w:w="11906" w:h="16838" w:code="9"/>
      <w:pgMar w:top="454" w:right="1134" w:bottom="34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765" w:rsidRDefault="00173765">
      <w:r>
        <w:separator/>
      </w:r>
    </w:p>
  </w:endnote>
  <w:endnote w:type="continuationSeparator" w:id="0">
    <w:p w:rsidR="00173765" w:rsidRDefault="001737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765" w:rsidRDefault="00173765" w:rsidP="00312293">
    <w:pPr>
      <w:pStyle w:val="ae"/>
      <w:jc w:val="right"/>
    </w:pPr>
    <w:r>
      <w:t xml:space="preserve">стр. </w:t>
    </w:r>
    <w:fldSimple w:instr=" PAGE ">
      <w:r w:rsidR="000B481B">
        <w:rPr>
          <w:noProof/>
        </w:rPr>
        <w:t>2</w:t>
      </w:r>
    </w:fldSimple>
    <w:r>
      <w:t xml:space="preserve"> из </w:t>
    </w:r>
    <w:fldSimple w:instr=" NUMPAGES ">
      <w:r w:rsidR="000B481B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765" w:rsidRDefault="00173765">
      <w:r>
        <w:separator/>
      </w:r>
    </w:p>
  </w:footnote>
  <w:footnote w:type="continuationSeparator" w:id="0">
    <w:p w:rsidR="00173765" w:rsidRDefault="001737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558D6"/>
    <w:multiLevelType w:val="hybridMultilevel"/>
    <w:tmpl w:val="C6AA058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9573746"/>
    <w:multiLevelType w:val="hybridMultilevel"/>
    <w:tmpl w:val="A1023104"/>
    <w:lvl w:ilvl="0" w:tplc="04190001">
      <w:start w:val="1"/>
      <w:numFmt w:val="bullet"/>
      <w:lvlText w:val=""/>
      <w:lvlJc w:val="left"/>
      <w:pPr>
        <w:ind w:left="4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</w:abstractNum>
  <w:abstractNum w:abstractNumId="2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3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566B201F"/>
    <w:multiLevelType w:val="hybridMultilevel"/>
    <w:tmpl w:val="72C0A472"/>
    <w:lvl w:ilvl="0" w:tplc="3FB67DDC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A85240"/>
    <w:multiLevelType w:val="hybridMultilevel"/>
    <w:tmpl w:val="AE685A5E"/>
    <w:lvl w:ilvl="0" w:tplc="3544EB1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F80E6E"/>
    <w:multiLevelType w:val="hybridMultilevel"/>
    <w:tmpl w:val="4F549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18D1"/>
    <w:rsid w:val="0000596A"/>
    <w:rsid w:val="00005D7D"/>
    <w:rsid w:val="0000603C"/>
    <w:rsid w:val="000064E0"/>
    <w:rsid w:val="00007AC6"/>
    <w:rsid w:val="0001059E"/>
    <w:rsid w:val="00010FAF"/>
    <w:rsid w:val="00011561"/>
    <w:rsid w:val="000131A0"/>
    <w:rsid w:val="0001412E"/>
    <w:rsid w:val="00014D6B"/>
    <w:rsid w:val="00014E34"/>
    <w:rsid w:val="00015E7C"/>
    <w:rsid w:val="00016984"/>
    <w:rsid w:val="00017911"/>
    <w:rsid w:val="000217AF"/>
    <w:rsid w:val="000221E6"/>
    <w:rsid w:val="00022A50"/>
    <w:rsid w:val="000231AB"/>
    <w:rsid w:val="00023952"/>
    <w:rsid w:val="000239FF"/>
    <w:rsid w:val="000244CE"/>
    <w:rsid w:val="0002469B"/>
    <w:rsid w:val="00025D51"/>
    <w:rsid w:val="00027B36"/>
    <w:rsid w:val="00030300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2F"/>
    <w:rsid w:val="00054ACC"/>
    <w:rsid w:val="000554DF"/>
    <w:rsid w:val="00055719"/>
    <w:rsid w:val="00057082"/>
    <w:rsid w:val="00061729"/>
    <w:rsid w:val="00062899"/>
    <w:rsid w:val="000636AE"/>
    <w:rsid w:val="00063C56"/>
    <w:rsid w:val="000644FF"/>
    <w:rsid w:val="00064A45"/>
    <w:rsid w:val="00070997"/>
    <w:rsid w:val="000723AB"/>
    <w:rsid w:val="000734DB"/>
    <w:rsid w:val="0007375A"/>
    <w:rsid w:val="00073B52"/>
    <w:rsid w:val="00074AE5"/>
    <w:rsid w:val="00074CE5"/>
    <w:rsid w:val="00075799"/>
    <w:rsid w:val="000760A0"/>
    <w:rsid w:val="00076208"/>
    <w:rsid w:val="00077148"/>
    <w:rsid w:val="0007729E"/>
    <w:rsid w:val="00077BE8"/>
    <w:rsid w:val="00077BEA"/>
    <w:rsid w:val="000814CD"/>
    <w:rsid w:val="00082ADC"/>
    <w:rsid w:val="00082F9F"/>
    <w:rsid w:val="00083D24"/>
    <w:rsid w:val="00084095"/>
    <w:rsid w:val="00087A7F"/>
    <w:rsid w:val="00087B65"/>
    <w:rsid w:val="00091D14"/>
    <w:rsid w:val="00092456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347"/>
    <w:rsid w:val="000A27FA"/>
    <w:rsid w:val="000A4387"/>
    <w:rsid w:val="000A4CA4"/>
    <w:rsid w:val="000A5AD6"/>
    <w:rsid w:val="000A6DF6"/>
    <w:rsid w:val="000A7B1D"/>
    <w:rsid w:val="000B038F"/>
    <w:rsid w:val="000B2A6E"/>
    <w:rsid w:val="000B2E07"/>
    <w:rsid w:val="000B45D9"/>
    <w:rsid w:val="000B481B"/>
    <w:rsid w:val="000B54D9"/>
    <w:rsid w:val="000B657B"/>
    <w:rsid w:val="000B65C5"/>
    <w:rsid w:val="000B69BC"/>
    <w:rsid w:val="000B71ED"/>
    <w:rsid w:val="000C2215"/>
    <w:rsid w:val="000C283F"/>
    <w:rsid w:val="000C35F6"/>
    <w:rsid w:val="000C509D"/>
    <w:rsid w:val="000C5925"/>
    <w:rsid w:val="000C6953"/>
    <w:rsid w:val="000C7C48"/>
    <w:rsid w:val="000D0F55"/>
    <w:rsid w:val="000D5249"/>
    <w:rsid w:val="000D5521"/>
    <w:rsid w:val="000D57C6"/>
    <w:rsid w:val="000D60F4"/>
    <w:rsid w:val="000D7002"/>
    <w:rsid w:val="000D7DF6"/>
    <w:rsid w:val="000D7E29"/>
    <w:rsid w:val="000E168C"/>
    <w:rsid w:val="000E5699"/>
    <w:rsid w:val="000E5E0F"/>
    <w:rsid w:val="000F1C48"/>
    <w:rsid w:val="000F1E4F"/>
    <w:rsid w:val="000F1EBB"/>
    <w:rsid w:val="000F3131"/>
    <w:rsid w:val="000F50ED"/>
    <w:rsid w:val="000F61FD"/>
    <w:rsid w:val="000F7F0A"/>
    <w:rsid w:val="00103531"/>
    <w:rsid w:val="001035A0"/>
    <w:rsid w:val="001045B1"/>
    <w:rsid w:val="00104AB3"/>
    <w:rsid w:val="00107005"/>
    <w:rsid w:val="00110144"/>
    <w:rsid w:val="0011063F"/>
    <w:rsid w:val="001111B0"/>
    <w:rsid w:val="00112244"/>
    <w:rsid w:val="00112683"/>
    <w:rsid w:val="00112F85"/>
    <w:rsid w:val="00113022"/>
    <w:rsid w:val="0011455A"/>
    <w:rsid w:val="00115BB1"/>
    <w:rsid w:val="00117992"/>
    <w:rsid w:val="00122093"/>
    <w:rsid w:val="00122256"/>
    <w:rsid w:val="00123A2B"/>
    <w:rsid w:val="00124C9B"/>
    <w:rsid w:val="00125260"/>
    <w:rsid w:val="00125324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0AF3"/>
    <w:rsid w:val="00141B4B"/>
    <w:rsid w:val="001425E4"/>
    <w:rsid w:val="00144AF7"/>
    <w:rsid w:val="00145CEE"/>
    <w:rsid w:val="0014622B"/>
    <w:rsid w:val="00151667"/>
    <w:rsid w:val="0015230B"/>
    <w:rsid w:val="00153BA6"/>
    <w:rsid w:val="00155DBB"/>
    <w:rsid w:val="00155EB3"/>
    <w:rsid w:val="0015780D"/>
    <w:rsid w:val="0016026B"/>
    <w:rsid w:val="00160E4F"/>
    <w:rsid w:val="00161CC5"/>
    <w:rsid w:val="00162435"/>
    <w:rsid w:val="00162D00"/>
    <w:rsid w:val="00164DAF"/>
    <w:rsid w:val="00165867"/>
    <w:rsid w:val="00165CF8"/>
    <w:rsid w:val="001663A6"/>
    <w:rsid w:val="001664F4"/>
    <w:rsid w:val="00170732"/>
    <w:rsid w:val="00171326"/>
    <w:rsid w:val="001714DA"/>
    <w:rsid w:val="0017163A"/>
    <w:rsid w:val="001730E0"/>
    <w:rsid w:val="001733EB"/>
    <w:rsid w:val="00173765"/>
    <w:rsid w:val="00175D12"/>
    <w:rsid w:val="00181A94"/>
    <w:rsid w:val="00181D51"/>
    <w:rsid w:val="00183A51"/>
    <w:rsid w:val="00184D17"/>
    <w:rsid w:val="00185839"/>
    <w:rsid w:val="00186CF2"/>
    <w:rsid w:val="00187293"/>
    <w:rsid w:val="00187C56"/>
    <w:rsid w:val="00190CF7"/>
    <w:rsid w:val="001912F0"/>
    <w:rsid w:val="00191AC4"/>
    <w:rsid w:val="0019262C"/>
    <w:rsid w:val="00193453"/>
    <w:rsid w:val="001936F6"/>
    <w:rsid w:val="00193CAA"/>
    <w:rsid w:val="0019571A"/>
    <w:rsid w:val="001978E0"/>
    <w:rsid w:val="001A46E0"/>
    <w:rsid w:val="001A4770"/>
    <w:rsid w:val="001A4EBE"/>
    <w:rsid w:val="001A51D0"/>
    <w:rsid w:val="001A559B"/>
    <w:rsid w:val="001B196A"/>
    <w:rsid w:val="001B28C4"/>
    <w:rsid w:val="001B2FCB"/>
    <w:rsid w:val="001B4162"/>
    <w:rsid w:val="001B4FC9"/>
    <w:rsid w:val="001B7591"/>
    <w:rsid w:val="001C3208"/>
    <w:rsid w:val="001C3883"/>
    <w:rsid w:val="001C4AA5"/>
    <w:rsid w:val="001C4ADD"/>
    <w:rsid w:val="001C50C4"/>
    <w:rsid w:val="001C6A41"/>
    <w:rsid w:val="001C6A84"/>
    <w:rsid w:val="001C6D8C"/>
    <w:rsid w:val="001D0B8F"/>
    <w:rsid w:val="001D1913"/>
    <w:rsid w:val="001D26C0"/>
    <w:rsid w:val="001D2834"/>
    <w:rsid w:val="001D3BE7"/>
    <w:rsid w:val="001D4668"/>
    <w:rsid w:val="001D56F7"/>
    <w:rsid w:val="001D6297"/>
    <w:rsid w:val="001D7DA0"/>
    <w:rsid w:val="001D7DCB"/>
    <w:rsid w:val="001D7EB3"/>
    <w:rsid w:val="001E1F5B"/>
    <w:rsid w:val="001E22F9"/>
    <w:rsid w:val="001E257F"/>
    <w:rsid w:val="001E25A5"/>
    <w:rsid w:val="001E2818"/>
    <w:rsid w:val="001E306B"/>
    <w:rsid w:val="001E4968"/>
    <w:rsid w:val="001E4CE1"/>
    <w:rsid w:val="001E524D"/>
    <w:rsid w:val="001E5B23"/>
    <w:rsid w:val="001F0312"/>
    <w:rsid w:val="001F1F36"/>
    <w:rsid w:val="001F3AEE"/>
    <w:rsid w:val="001F50EA"/>
    <w:rsid w:val="001F5865"/>
    <w:rsid w:val="001F5BF7"/>
    <w:rsid w:val="001F650A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DEF"/>
    <w:rsid w:val="00231BE1"/>
    <w:rsid w:val="002333C0"/>
    <w:rsid w:val="00233C2F"/>
    <w:rsid w:val="00235585"/>
    <w:rsid w:val="002357C5"/>
    <w:rsid w:val="002369D3"/>
    <w:rsid w:val="00240855"/>
    <w:rsid w:val="00240B04"/>
    <w:rsid w:val="00240E44"/>
    <w:rsid w:val="00240E78"/>
    <w:rsid w:val="00241498"/>
    <w:rsid w:val="0024163A"/>
    <w:rsid w:val="00241F6D"/>
    <w:rsid w:val="00242161"/>
    <w:rsid w:val="002434C0"/>
    <w:rsid w:val="00243B21"/>
    <w:rsid w:val="00246735"/>
    <w:rsid w:val="0025031B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1B5"/>
    <w:rsid w:val="00263200"/>
    <w:rsid w:val="0026404D"/>
    <w:rsid w:val="002709C3"/>
    <w:rsid w:val="00272C9C"/>
    <w:rsid w:val="0027378B"/>
    <w:rsid w:val="00273A6D"/>
    <w:rsid w:val="00274E37"/>
    <w:rsid w:val="002807DD"/>
    <w:rsid w:val="00281553"/>
    <w:rsid w:val="00281B9E"/>
    <w:rsid w:val="00283195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403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B4BA8"/>
    <w:rsid w:val="002C0328"/>
    <w:rsid w:val="002C1236"/>
    <w:rsid w:val="002C1320"/>
    <w:rsid w:val="002C14EF"/>
    <w:rsid w:val="002C1DBC"/>
    <w:rsid w:val="002C213C"/>
    <w:rsid w:val="002C2D89"/>
    <w:rsid w:val="002C38EC"/>
    <w:rsid w:val="002C3C0C"/>
    <w:rsid w:val="002C422B"/>
    <w:rsid w:val="002C482D"/>
    <w:rsid w:val="002D1D52"/>
    <w:rsid w:val="002D3E2F"/>
    <w:rsid w:val="002D4FD4"/>
    <w:rsid w:val="002D61A0"/>
    <w:rsid w:val="002D7B7E"/>
    <w:rsid w:val="002E052E"/>
    <w:rsid w:val="002E0B52"/>
    <w:rsid w:val="002E18BE"/>
    <w:rsid w:val="002E19DE"/>
    <w:rsid w:val="002E5B93"/>
    <w:rsid w:val="002E7ED8"/>
    <w:rsid w:val="002F07F8"/>
    <w:rsid w:val="002F080B"/>
    <w:rsid w:val="002F1007"/>
    <w:rsid w:val="002F1475"/>
    <w:rsid w:val="002F18F3"/>
    <w:rsid w:val="002F1CD9"/>
    <w:rsid w:val="002F2EBC"/>
    <w:rsid w:val="002F390B"/>
    <w:rsid w:val="002F3D2F"/>
    <w:rsid w:val="002F3D3F"/>
    <w:rsid w:val="002F5991"/>
    <w:rsid w:val="002F5E32"/>
    <w:rsid w:val="002F608F"/>
    <w:rsid w:val="002F64DC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6F4E"/>
    <w:rsid w:val="0030755A"/>
    <w:rsid w:val="00310C06"/>
    <w:rsid w:val="00311475"/>
    <w:rsid w:val="00311481"/>
    <w:rsid w:val="0031182A"/>
    <w:rsid w:val="00312293"/>
    <w:rsid w:val="00316D7B"/>
    <w:rsid w:val="0031704E"/>
    <w:rsid w:val="00317F44"/>
    <w:rsid w:val="00320249"/>
    <w:rsid w:val="0032492B"/>
    <w:rsid w:val="003252FE"/>
    <w:rsid w:val="0032572E"/>
    <w:rsid w:val="00325A72"/>
    <w:rsid w:val="003274C4"/>
    <w:rsid w:val="00331D45"/>
    <w:rsid w:val="00332232"/>
    <w:rsid w:val="00334438"/>
    <w:rsid w:val="00334EC6"/>
    <w:rsid w:val="00335B06"/>
    <w:rsid w:val="00336BDE"/>
    <w:rsid w:val="00337D72"/>
    <w:rsid w:val="00340CFF"/>
    <w:rsid w:val="0034215C"/>
    <w:rsid w:val="00342B00"/>
    <w:rsid w:val="003430FC"/>
    <w:rsid w:val="0034392E"/>
    <w:rsid w:val="00344016"/>
    <w:rsid w:val="0034411F"/>
    <w:rsid w:val="0034444E"/>
    <w:rsid w:val="003449A7"/>
    <w:rsid w:val="00345AB3"/>
    <w:rsid w:val="00346207"/>
    <w:rsid w:val="00347902"/>
    <w:rsid w:val="0035048E"/>
    <w:rsid w:val="0035246C"/>
    <w:rsid w:val="00354C9B"/>
    <w:rsid w:val="00355610"/>
    <w:rsid w:val="003558E4"/>
    <w:rsid w:val="00360B92"/>
    <w:rsid w:val="003614A9"/>
    <w:rsid w:val="003614B5"/>
    <w:rsid w:val="00362F8E"/>
    <w:rsid w:val="003651F5"/>
    <w:rsid w:val="00365D29"/>
    <w:rsid w:val="003660B2"/>
    <w:rsid w:val="003664B0"/>
    <w:rsid w:val="0036713F"/>
    <w:rsid w:val="003675C7"/>
    <w:rsid w:val="00367804"/>
    <w:rsid w:val="00367866"/>
    <w:rsid w:val="00367E13"/>
    <w:rsid w:val="00367EED"/>
    <w:rsid w:val="003704D8"/>
    <w:rsid w:val="00370B0E"/>
    <w:rsid w:val="00370E13"/>
    <w:rsid w:val="0037197D"/>
    <w:rsid w:val="00372079"/>
    <w:rsid w:val="00374131"/>
    <w:rsid w:val="00374F4B"/>
    <w:rsid w:val="00375B04"/>
    <w:rsid w:val="00380EE5"/>
    <w:rsid w:val="00381528"/>
    <w:rsid w:val="003826B6"/>
    <w:rsid w:val="00382E7C"/>
    <w:rsid w:val="00383C89"/>
    <w:rsid w:val="0038501A"/>
    <w:rsid w:val="003867BA"/>
    <w:rsid w:val="00386F52"/>
    <w:rsid w:val="003900C4"/>
    <w:rsid w:val="00390BBC"/>
    <w:rsid w:val="00390C9D"/>
    <w:rsid w:val="00391242"/>
    <w:rsid w:val="00392389"/>
    <w:rsid w:val="00392397"/>
    <w:rsid w:val="00392BF7"/>
    <w:rsid w:val="0039365C"/>
    <w:rsid w:val="00393BC3"/>
    <w:rsid w:val="003944C8"/>
    <w:rsid w:val="0039489E"/>
    <w:rsid w:val="00394D39"/>
    <w:rsid w:val="00394DF8"/>
    <w:rsid w:val="00394FBE"/>
    <w:rsid w:val="00395B9B"/>
    <w:rsid w:val="00397249"/>
    <w:rsid w:val="003974F8"/>
    <w:rsid w:val="003978DD"/>
    <w:rsid w:val="003A38F8"/>
    <w:rsid w:val="003A3B80"/>
    <w:rsid w:val="003A47AB"/>
    <w:rsid w:val="003A52A1"/>
    <w:rsid w:val="003A7205"/>
    <w:rsid w:val="003A7A33"/>
    <w:rsid w:val="003B0649"/>
    <w:rsid w:val="003B1103"/>
    <w:rsid w:val="003B1FCB"/>
    <w:rsid w:val="003B2BEB"/>
    <w:rsid w:val="003B2CC0"/>
    <w:rsid w:val="003B2CCC"/>
    <w:rsid w:val="003B7264"/>
    <w:rsid w:val="003C0BE8"/>
    <w:rsid w:val="003C0E80"/>
    <w:rsid w:val="003C2B9A"/>
    <w:rsid w:val="003C374B"/>
    <w:rsid w:val="003C4990"/>
    <w:rsid w:val="003C5B7E"/>
    <w:rsid w:val="003C7A7E"/>
    <w:rsid w:val="003D181F"/>
    <w:rsid w:val="003D19BC"/>
    <w:rsid w:val="003D1D64"/>
    <w:rsid w:val="003D36D0"/>
    <w:rsid w:val="003D503D"/>
    <w:rsid w:val="003E1E4C"/>
    <w:rsid w:val="003E3A98"/>
    <w:rsid w:val="003E5132"/>
    <w:rsid w:val="003E57D2"/>
    <w:rsid w:val="003E5D6B"/>
    <w:rsid w:val="003E5EBC"/>
    <w:rsid w:val="003E7B9D"/>
    <w:rsid w:val="003F02AB"/>
    <w:rsid w:val="003F02F7"/>
    <w:rsid w:val="003F4FFF"/>
    <w:rsid w:val="00400CBB"/>
    <w:rsid w:val="00400FC0"/>
    <w:rsid w:val="004013EB"/>
    <w:rsid w:val="004042FC"/>
    <w:rsid w:val="0040455B"/>
    <w:rsid w:val="00404CCD"/>
    <w:rsid w:val="00410D28"/>
    <w:rsid w:val="004116EB"/>
    <w:rsid w:val="004126C2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26800"/>
    <w:rsid w:val="00426C4E"/>
    <w:rsid w:val="00427237"/>
    <w:rsid w:val="00431871"/>
    <w:rsid w:val="00432843"/>
    <w:rsid w:val="00433C89"/>
    <w:rsid w:val="00433C8F"/>
    <w:rsid w:val="004341EC"/>
    <w:rsid w:val="00434C01"/>
    <w:rsid w:val="004360EF"/>
    <w:rsid w:val="004372AF"/>
    <w:rsid w:val="0043744E"/>
    <w:rsid w:val="004376AB"/>
    <w:rsid w:val="00437DF7"/>
    <w:rsid w:val="00440549"/>
    <w:rsid w:val="004417F3"/>
    <w:rsid w:val="0044300C"/>
    <w:rsid w:val="004434D5"/>
    <w:rsid w:val="00443825"/>
    <w:rsid w:val="004445BA"/>
    <w:rsid w:val="00444B0E"/>
    <w:rsid w:val="00444D7C"/>
    <w:rsid w:val="00445E37"/>
    <w:rsid w:val="00447AF1"/>
    <w:rsid w:val="004513C4"/>
    <w:rsid w:val="00452038"/>
    <w:rsid w:val="00452325"/>
    <w:rsid w:val="00452D48"/>
    <w:rsid w:val="0045463A"/>
    <w:rsid w:val="00454BDA"/>
    <w:rsid w:val="00457603"/>
    <w:rsid w:val="004603ED"/>
    <w:rsid w:val="004609B2"/>
    <w:rsid w:val="004617F5"/>
    <w:rsid w:val="004627A0"/>
    <w:rsid w:val="00462D64"/>
    <w:rsid w:val="00463DAE"/>
    <w:rsid w:val="00464672"/>
    <w:rsid w:val="004667CB"/>
    <w:rsid w:val="00466AFC"/>
    <w:rsid w:val="00467C3A"/>
    <w:rsid w:val="00471641"/>
    <w:rsid w:val="00471CA6"/>
    <w:rsid w:val="00471E07"/>
    <w:rsid w:val="00471F40"/>
    <w:rsid w:val="004738B4"/>
    <w:rsid w:val="00473B3C"/>
    <w:rsid w:val="0047406A"/>
    <w:rsid w:val="00475E92"/>
    <w:rsid w:val="00476126"/>
    <w:rsid w:val="0047774C"/>
    <w:rsid w:val="0048057C"/>
    <w:rsid w:val="00481201"/>
    <w:rsid w:val="004825EB"/>
    <w:rsid w:val="00483771"/>
    <w:rsid w:val="00484BB2"/>
    <w:rsid w:val="004851C8"/>
    <w:rsid w:val="00485B80"/>
    <w:rsid w:val="00486FF2"/>
    <w:rsid w:val="004879A5"/>
    <w:rsid w:val="00490199"/>
    <w:rsid w:val="004903CA"/>
    <w:rsid w:val="00490477"/>
    <w:rsid w:val="004915B0"/>
    <w:rsid w:val="00491D49"/>
    <w:rsid w:val="004933B3"/>
    <w:rsid w:val="00493A71"/>
    <w:rsid w:val="00494499"/>
    <w:rsid w:val="00494E95"/>
    <w:rsid w:val="0049531A"/>
    <w:rsid w:val="004956DB"/>
    <w:rsid w:val="00495F95"/>
    <w:rsid w:val="00496478"/>
    <w:rsid w:val="00496E1B"/>
    <w:rsid w:val="004972C6"/>
    <w:rsid w:val="00497D4C"/>
    <w:rsid w:val="004A1385"/>
    <w:rsid w:val="004A1B1F"/>
    <w:rsid w:val="004A5524"/>
    <w:rsid w:val="004A5C57"/>
    <w:rsid w:val="004B045D"/>
    <w:rsid w:val="004B0D40"/>
    <w:rsid w:val="004B1542"/>
    <w:rsid w:val="004B3B86"/>
    <w:rsid w:val="004B43E0"/>
    <w:rsid w:val="004B5BB8"/>
    <w:rsid w:val="004B61A7"/>
    <w:rsid w:val="004B6666"/>
    <w:rsid w:val="004C0079"/>
    <w:rsid w:val="004C03D7"/>
    <w:rsid w:val="004C1F3A"/>
    <w:rsid w:val="004C27AC"/>
    <w:rsid w:val="004C5926"/>
    <w:rsid w:val="004C5E68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2B9"/>
    <w:rsid w:val="004E07B4"/>
    <w:rsid w:val="004E1144"/>
    <w:rsid w:val="004E148E"/>
    <w:rsid w:val="004E21B5"/>
    <w:rsid w:val="004E3FC2"/>
    <w:rsid w:val="004E5D07"/>
    <w:rsid w:val="004F0666"/>
    <w:rsid w:val="004F0785"/>
    <w:rsid w:val="004F2A25"/>
    <w:rsid w:val="004F4D0A"/>
    <w:rsid w:val="004F55CF"/>
    <w:rsid w:val="004F6764"/>
    <w:rsid w:val="004F79E0"/>
    <w:rsid w:val="00500A1D"/>
    <w:rsid w:val="0050204C"/>
    <w:rsid w:val="00502D42"/>
    <w:rsid w:val="0050476E"/>
    <w:rsid w:val="00506319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237"/>
    <w:rsid w:val="00515A4A"/>
    <w:rsid w:val="0052065F"/>
    <w:rsid w:val="00522AF8"/>
    <w:rsid w:val="00524B30"/>
    <w:rsid w:val="00524B9D"/>
    <w:rsid w:val="005267EC"/>
    <w:rsid w:val="005307D0"/>
    <w:rsid w:val="00531212"/>
    <w:rsid w:val="00533B4F"/>
    <w:rsid w:val="00534666"/>
    <w:rsid w:val="00534825"/>
    <w:rsid w:val="005379BF"/>
    <w:rsid w:val="00540FB8"/>
    <w:rsid w:val="00542BC4"/>
    <w:rsid w:val="00543C92"/>
    <w:rsid w:val="005473A7"/>
    <w:rsid w:val="00550022"/>
    <w:rsid w:val="005503C8"/>
    <w:rsid w:val="00552380"/>
    <w:rsid w:val="005528C1"/>
    <w:rsid w:val="00552BFE"/>
    <w:rsid w:val="00553390"/>
    <w:rsid w:val="00554834"/>
    <w:rsid w:val="00556692"/>
    <w:rsid w:val="005607ED"/>
    <w:rsid w:val="00561352"/>
    <w:rsid w:val="0056217A"/>
    <w:rsid w:val="00562A69"/>
    <w:rsid w:val="00570726"/>
    <w:rsid w:val="005723EC"/>
    <w:rsid w:val="005747DE"/>
    <w:rsid w:val="005748DB"/>
    <w:rsid w:val="00575899"/>
    <w:rsid w:val="005768E3"/>
    <w:rsid w:val="00576950"/>
    <w:rsid w:val="00576B78"/>
    <w:rsid w:val="00576CC4"/>
    <w:rsid w:val="00576F39"/>
    <w:rsid w:val="00577318"/>
    <w:rsid w:val="00580907"/>
    <w:rsid w:val="005815FB"/>
    <w:rsid w:val="00581730"/>
    <w:rsid w:val="00582C4A"/>
    <w:rsid w:val="00583254"/>
    <w:rsid w:val="005840D1"/>
    <w:rsid w:val="00584E44"/>
    <w:rsid w:val="005866B0"/>
    <w:rsid w:val="005871C9"/>
    <w:rsid w:val="00587854"/>
    <w:rsid w:val="00587F95"/>
    <w:rsid w:val="00590CDA"/>
    <w:rsid w:val="0059169C"/>
    <w:rsid w:val="00592A68"/>
    <w:rsid w:val="00594983"/>
    <w:rsid w:val="00594C6C"/>
    <w:rsid w:val="00594F85"/>
    <w:rsid w:val="005960BB"/>
    <w:rsid w:val="00596F45"/>
    <w:rsid w:val="005A0559"/>
    <w:rsid w:val="005A136C"/>
    <w:rsid w:val="005A393D"/>
    <w:rsid w:val="005A4EE1"/>
    <w:rsid w:val="005A5580"/>
    <w:rsid w:val="005A62B8"/>
    <w:rsid w:val="005B0D30"/>
    <w:rsid w:val="005B1550"/>
    <w:rsid w:val="005B2BDC"/>
    <w:rsid w:val="005B3D28"/>
    <w:rsid w:val="005B5AFF"/>
    <w:rsid w:val="005B622C"/>
    <w:rsid w:val="005B64D6"/>
    <w:rsid w:val="005C145E"/>
    <w:rsid w:val="005C2390"/>
    <w:rsid w:val="005C25E7"/>
    <w:rsid w:val="005C2AFC"/>
    <w:rsid w:val="005C39A3"/>
    <w:rsid w:val="005C623C"/>
    <w:rsid w:val="005C6FC7"/>
    <w:rsid w:val="005D005D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E6FAB"/>
    <w:rsid w:val="005F1AF4"/>
    <w:rsid w:val="005F4685"/>
    <w:rsid w:val="005F58B0"/>
    <w:rsid w:val="005F5A4C"/>
    <w:rsid w:val="005F76D0"/>
    <w:rsid w:val="005F7777"/>
    <w:rsid w:val="00601336"/>
    <w:rsid w:val="0060378A"/>
    <w:rsid w:val="00603C59"/>
    <w:rsid w:val="00604F01"/>
    <w:rsid w:val="00606A70"/>
    <w:rsid w:val="00606EE1"/>
    <w:rsid w:val="00607CC6"/>
    <w:rsid w:val="00607F7F"/>
    <w:rsid w:val="00610D6C"/>
    <w:rsid w:val="00610E75"/>
    <w:rsid w:val="00612B2A"/>
    <w:rsid w:val="00613178"/>
    <w:rsid w:val="00613BF0"/>
    <w:rsid w:val="006145AC"/>
    <w:rsid w:val="0061609A"/>
    <w:rsid w:val="0061647E"/>
    <w:rsid w:val="00617AA6"/>
    <w:rsid w:val="0062049B"/>
    <w:rsid w:val="00620DAB"/>
    <w:rsid w:val="00625679"/>
    <w:rsid w:val="00627209"/>
    <w:rsid w:val="00631995"/>
    <w:rsid w:val="006362E6"/>
    <w:rsid w:val="00637174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2A75"/>
    <w:rsid w:val="00663FD9"/>
    <w:rsid w:val="006644CB"/>
    <w:rsid w:val="00664801"/>
    <w:rsid w:val="00664AC2"/>
    <w:rsid w:val="006675D5"/>
    <w:rsid w:val="0067066F"/>
    <w:rsid w:val="00670F84"/>
    <w:rsid w:val="0067253D"/>
    <w:rsid w:val="00673974"/>
    <w:rsid w:val="00674E0E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8750B"/>
    <w:rsid w:val="00690F66"/>
    <w:rsid w:val="00692C0B"/>
    <w:rsid w:val="00692CA5"/>
    <w:rsid w:val="00693864"/>
    <w:rsid w:val="00695618"/>
    <w:rsid w:val="00696021"/>
    <w:rsid w:val="00696DE2"/>
    <w:rsid w:val="00696E56"/>
    <w:rsid w:val="00697DB4"/>
    <w:rsid w:val="006A08EB"/>
    <w:rsid w:val="006A0972"/>
    <w:rsid w:val="006A5E1C"/>
    <w:rsid w:val="006A64A5"/>
    <w:rsid w:val="006A7009"/>
    <w:rsid w:val="006C0668"/>
    <w:rsid w:val="006C36C3"/>
    <w:rsid w:val="006C41DC"/>
    <w:rsid w:val="006C4218"/>
    <w:rsid w:val="006C492D"/>
    <w:rsid w:val="006C4E08"/>
    <w:rsid w:val="006C6DBC"/>
    <w:rsid w:val="006C77A0"/>
    <w:rsid w:val="006C7B6D"/>
    <w:rsid w:val="006D31CC"/>
    <w:rsid w:val="006D3836"/>
    <w:rsid w:val="006D5C98"/>
    <w:rsid w:val="006D60C5"/>
    <w:rsid w:val="006D656B"/>
    <w:rsid w:val="006D73DA"/>
    <w:rsid w:val="006D7B0A"/>
    <w:rsid w:val="006E0059"/>
    <w:rsid w:val="006E27F2"/>
    <w:rsid w:val="006E4D85"/>
    <w:rsid w:val="006E4E9E"/>
    <w:rsid w:val="006E5C5B"/>
    <w:rsid w:val="006E5D79"/>
    <w:rsid w:val="006E6F65"/>
    <w:rsid w:val="006E7906"/>
    <w:rsid w:val="006E7A9A"/>
    <w:rsid w:val="006F0909"/>
    <w:rsid w:val="006F0A27"/>
    <w:rsid w:val="006F11C5"/>
    <w:rsid w:val="006F193E"/>
    <w:rsid w:val="006F3E25"/>
    <w:rsid w:val="006F454C"/>
    <w:rsid w:val="006F5038"/>
    <w:rsid w:val="006F5521"/>
    <w:rsid w:val="006F5D0C"/>
    <w:rsid w:val="006F6FE0"/>
    <w:rsid w:val="00700733"/>
    <w:rsid w:val="00700DEC"/>
    <w:rsid w:val="00702663"/>
    <w:rsid w:val="0070359C"/>
    <w:rsid w:val="00703868"/>
    <w:rsid w:val="00703E6A"/>
    <w:rsid w:val="00704C69"/>
    <w:rsid w:val="00706C24"/>
    <w:rsid w:val="00706DDB"/>
    <w:rsid w:val="007073BC"/>
    <w:rsid w:val="00707A76"/>
    <w:rsid w:val="00713BD0"/>
    <w:rsid w:val="0071585A"/>
    <w:rsid w:val="00716CDD"/>
    <w:rsid w:val="00720B5A"/>
    <w:rsid w:val="00721A47"/>
    <w:rsid w:val="00722B6C"/>
    <w:rsid w:val="00727C0A"/>
    <w:rsid w:val="007338EF"/>
    <w:rsid w:val="00733D66"/>
    <w:rsid w:val="00735DF4"/>
    <w:rsid w:val="0073690E"/>
    <w:rsid w:val="00736E3F"/>
    <w:rsid w:val="00737750"/>
    <w:rsid w:val="007412D6"/>
    <w:rsid w:val="007426F3"/>
    <w:rsid w:val="0074270D"/>
    <w:rsid w:val="007427C4"/>
    <w:rsid w:val="00743228"/>
    <w:rsid w:val="00745811"/>
    <w:rsid w:val="00747199"/>
    <w:rsid w:val="007504C3"/>
    <w:rsid w:val="00750AC7"/>
    <w:rsid w:val="00750EE6"/>
    <w:rsid w:val="00751019"/>
    <w:rsid w:val="00753E93"/>
    <w:rsid w:val="0075448F"/>
    <w:rsid w:val="0075510D"/>
    <w:rsid w:val="007568C6"/>
    <w:rsid w:val="00756A32"/>
    <w:rsid w:val="00757C9F"/>
    <w:rsid w:val="0076165E"/>
    <w:rsid w:val="00762810"/>
    <w:rsid w:val="007631B3"/>
    <w:rsid w:val="007637AD"/>
    <w:rsid w:val="00770DD4"/>
    <w:rsid w:val="00771140"/>
    <w:rsid w:val="007717B6"/>
    <w:rsid w:val="00771811"/>
    <w:rsid w:val="00771896"/>
    <w:rsid w:val="00775034"/>
    <w:rsid w:val="00776401"/>
    <w:rsid w:val="00776AF7"/>
    <w:rsid w:val="0078039E"/>
    <w:rsid w:val="007825AE"/>
    <w:rsid w:val="00782A70"/>
    <w:rsid w:val="0078326F"/>
    <w:rsid w:val="00785526"/>
    <w:rsid w:val="00787165"/>
    <w:rsid w:val="00787B5F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052"/>
    <w:rsid w:val="007A2163"/>
    <w:rsid w:val="007A231B"/>
    <w:rsid w:val="007A277C"/>
    <w:rsid w:val="007A39DE"/>
    <w:rsid w:val="007A6E06"/>
    <w:rsid w:val="007B02B8"/>
    <w:rsid w:val="007B1766"/>
    <w:rsid w:val="007B4C8C"/>
    <w:rsid w:val="007B515F"/>
    <w:rsid w:val="007B563B"/>
    <w:rsid w:val="007B598C"/>
    <w:rsid w:val="007C085C"/>
    <w:rsid w:val="007C1D6A"/>
    <w:rsid w:val="007C344D"/>
    <w:rsid w:val="007C3C47"/>
    <w:rsid w:val="007C534C"/>
    <w:rsid w:val="007C55BE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6B58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3F5"/>
    <w:rsid w:val="007F0CBD"/>
    <w:rsid w:val="007F37D1"/>
    <w:rsid w:val="007F4E94"/>
    <w:rsid w:val="007F55F4"/>
    <w:rsid w:val="007F7A07"/>
    <w:rsid w:val="007F7B4C"/>
    <w:rsid w:val="008000D4"/>
    <w:rsid w:val="0080230F"/>
    <w:rsid w:val="008028E6"/>
    <w:rsid w:val="00802900"/>
    <w:rsid w:val="00806313"/>
    <w:rsid w:val="00806760"/>
    <w:rsid w:val="0080717B"/>
    <w:rsid w:val="0080770F"/>
    <w:rsid w:val="00807E1E"/>
    <w:rsid w:val="00810A4C"/>
    <w:rsid w:val="0081216C"/>
    <w:rsid w:val="008141E0"/>
    <w:rsid w:val="008150AA"/>
    <w:rsid w:val="0081562A"/>
    <w:rsid w:val="008159B1"/>
    <w:rsid w:val="008164A4"/>
    <w:rsid w:val="00816B70"/>
    <w:rsid w:val="008225D8"/>
    <w:rsid w:val="00823B5E"/>
    <w:rsid w:val="008251F7"/>
    <w:rsid w:val="008255E4"/>
    <w:rsid w:val="00825AFF"/>
    <w:rsid w:val="0082660F"/>
    <w:rsid w:val="0082673F"/>
    <w:rsid w:val="00826A47"/>
    <w:rsid w:val="00827420"/>
    <w:rsid w:val="00830101"/>
    <w:rsid w:val="00832298"/>
    <w:rsid w:val="008335C3"/>
    <w:rsid w:val="00833C2A"/>
    <w:rsid w:val="008346D3"/>
    <w:rsid w:val="0083754B"/>
    <w:rsid w:val="00840009"/>
    <w:rsid w:val="00840C1F"/>
    <w:rsid w:val="00841124"/>
    <w:rsid w:val="0084225D"/>
    <w:rsid w:val="00844766"/>
    <w:rsid w:val="0084623D"/>
    <w:rsid w:val="0085280A"/>
    <w:rsid w:val="00853EAA"/>
    <w:rsid w:val="008542B2"/>
    <w:rsid w:val="00854D8D"/>
    <w:rsid w:val="00854E60"/>
    <w:rsid w:val="00854F2F"/>
    <w:rsid w:val="00856398"/>
    <w:rsid w:val="00856973"/>
    <w:rsid w:val="008634EB"/>
    <w:rsid w:val="00863681"/>
    <w:rsid w:val="00864905"/>
    <w:rsid w:val="008656C1"/>
    <w:rsid w:val="008664D4"/>
    <w:rsid w:val="008677AD"/>
    <w:rsid w:val="008706DB"/>
    <w:rsid w:val="00871F9E"/>
    <w:rsid w:val="0087216F"/>
    <w:rsid w:val="008724A0"/>
    <w:rsid w:val="00872DAF"/>
    <w:rsid w:val="00874191"/>
    <w:rsid w:val="00874401"/>
    <w:rsid w:val="00874C25"/>
    <w:rsid w:val="00874D8C"/>
    <w:rsid w:val="008758F8"/>
    <w:rsid w:val="00876C60"/>
    <w:rsid w:val="00876D66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1EC0"/>
    <w:rsid w:val="008A2E42"/>
    <w:rsid w:val="008A30D0"/>
    <w:rsid w:val="008A478D"/>
    <w:rsid w:val="008A6AF8"/>
    <w:rsid w:val="008A739D"/>
    <w:rsid w:val="008A7B21"/>
    <w:rsid w:val="008A7B5B"/>
    <w:rsid w:val="008B02C7"/>
    <w:rsid w:val="008B1A15"/>
    <w:rsid w:val="008B2DBA"/>
    <w:rsid w:val="008B4996"/>
    <w:rsid w:val="008B4F30"/>
    <w:rsid w:val="008B5A05"/>
    <w:rsid w:val="008B6BD3"/>
    <w:rsid w:val="008B6E85"/>
    <w:rsid w:val="008B7AF3"/>
    <w:rsid w:val="008C2BCA"/>
    <w:rsid w:val="008C4784"/>
    <w:rsid w:val="008C52A2"/>
    <w:rsid w:val="008C52A6"/>
    <w:rsid w:val="008C63A1"/>
    <w:rsid w:val="008C6591"/>
    <w:rsid w:val="008C73BB"/>
    <w:rsid w:val="008D00F7"/>
    <w:rsid w:val="008D1882"/>
    <w:rsid w:val="008D2138"/>
    <w:rsid w:val="008D3305"/>
    <w:rsid w:val="008D429D"/>
    <w:rsid w:val="008D5965"/>
    <w:rsid w:val="008D6320"/>
    <w:rsid w:val="008E0493"/>
    <w:rsid w:val="008E1779"/>
    <w:rsid w:val="008E3A37"/>
    <w:rsid w:val="008E3D2F"/>
    <w:rsid w:val="008E4B44"/>
    <w:rsid w:val="008E60A6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4F7B"/>
    <w:rsid w:val="008F577D"/>
    <w:rsid w:val="008F69B9"/>
    <w:rsid w:val="008F69CA"/>
    <w:rsid w:val="009011CF"/>
    <w:rsid w:val="009036EF"/>
    <w:rsid w:val="00904707"/>
    <w:rsid w:val="00904D18"/>
    <w:rsid w:val="00910827"/>
    <w:rsid w:val="00913929"/>
    <w:rsid w:val="0091461A"/>
    <w:rsid w:val="00915C4B"/>
    <w:rsid w:val="009161AF"/>
    <w:rsid w:val="00916996"/>
    <w:rsid w:val="00916D7C"/>
    <w:rsid w:val="00920071"/>
    <w:rsid w:val="009200BF"/>
    <w:rsid w:val="0092141D"/>
    <w:rsid w:val="00921BD0"/>
    <w:rsid w:val="00921BFD"/>
    <w:rsid w:val="009251C9"/>
    <w:rsid w:val="00925CD6"/>
    <w:rsid w:val="009261EA"/>
    <w:rsid w:val="0092785B"/>
    <w:rsid w:val="00931A93"/>
    <w:rsid w:val="00932167"/>
    <w:rsid w:val="00932B5F"/>
    <w:rsid w:val="00934B8D"/>
    <w:rsid w:val="009361A5"/>
    <w:rsid w:val="009420AB"/>
    <w:rsid w:val="0094251E"/>
    <w:rsid w:val="00942DEF"/>
    <w:rsid w:val="00944E13"/>
    <w:rsid w:val="00945FD5"/>
    <w:rsid w:val="0095076B"/>
    <w:rsid w:val="00951709"/>
    <w:rsid w:val="009522AA"/>
    <w:rsid w:val="00956978"/>
    <w:rsid w:val="0096164E"/>
    <w:rsid w:val="00962D6C"/>
    <w:rsid w:val="00963657"/>
    <w:rsid w:val="00964373"/>
    <w:rsid w:val="00965876"/>
    <w:rsid w:val="00966E7B"/>
    <w:rsid w:val="00967F93"/>
    <w:rsid w:val="009700D1"/>
    <w:rsid w:val="00970C3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22F"/>
    <w:rsid w:val="00996C8F"/>
    <w:rsid w:val="00996D53"/>
    <w:rsid w:val="009974F0"/>
    <w:rsid w:val="00997E20"/>
    <w:rsid w:val="009A23F4"/>
    <w:rsid w:val="009A37C6"/>
    <w:rsid w:val="009A45FE"/>
    <w:rsid w:val="009A4DFD"/>
    <w:rsid w:val="009A52A6"/>
    <w:rsid w:val="009A5B02"/>
    <w:rsid w:val="009A6679"/>
    <w:rsid w:val="009B00FD"/>
    <w:rsid w:val="009B0A5C"/>
    <w:rsid w:val="009B0A70"/>
    <w:rsid w:val="009B0FC3"/>
    <w:rsid w:val="009C04D3"/>
    <w:rsid w:val="009C0775"/>
    <w:rsid w:val="009C090D"/>
    <w:rsid w:val="009C1683"/>
    <w:rsid w:val="009C1F7F"/>
    <w:rsid w:val="009C3133"/>
    <w:rsid w:val="009C318E"/>
    <w:rsid w:val="009C3897"/>
    <w:rsid w:val="009C4982"/>
    <w:rsid w:val="009C5381"/>
    <w:rsid w:val="009D18C3"/>
    <w:rsid w:val="009D21E9"/>
    <w:rsid w:val="009D2C27"/>
    <w:rsid w:val="009D3F3E"/>
    <w:rsid w:val="009D56A8"/>
    <w:rsid w:val="009E06A7"/>
    <w:rsid w:val="009E0FFE"/>
    <w:rsid w:val="009E240E"/>
    <w:rsid w:val="009E25CC"/>
    <w:rsid w:val="009E5D43"/>
    <w:rsid w:val="009E6AE1"/>
    <w:rsid w:val="009E7C1C"/>
    <w:rsid w:val="009F147E"/>
    <w:rsid w:val="009F301D"/>
    <w:rsid w:val="009F4A6E"/>
    <w:rsid w:val="009F4AE7"/>
    <w:rsid w:val="009F6F32"/>
    <w:rsid w:val="009F71F5"/>
    <w:rsid w:val="009F77E5"/>
    <w:rsid w:val="00A014B2"/>
    <w:rsid w:val="00A05D2E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594D"/>
    <w:rsid w:val="00A16794"/>
    <w:rsid w:val="00A16C93"/>
    <w:rsid w:val="00A173ED"/>
    <w:rsid w:val="00A218F8"/>
    <w:rsid w:val="00A23C7D"/>
    <w:rsid w:val="00A30388"/>
    <w:rsid w:val="00A32B8E"/>
    <w:rsid w:val="00A33843"/>
    <w:rsid w:val="00A33BFC"/>
    <w:rsid w:val="00A348FD"/>
    <w:rsid w:val="00A363DB"/>
    <w:rsid w:val="00A3746F"/>
    <w:rsid w:val="00A40DA6"/>
    <w:rsid w:val="00A414BB"/>
    <w:rsid w:val="00A420DA"/>
    <w:rsid w:val="00A4583A"/>
    <w:rsid w:val="00A46C71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65CB8"/>
    <w:rsid w:val="00A70B53"/>
    <w:rsid w:val="00A718AA"/>
    <w:rsid w:val="00A73A02"/>
    <w:rsid w:val="00A73E49"/>
    <w:rsid w:val="00A769E2"/>
    <w:rsid w:val="00A77340"/>
    <w:rsid w:val="00A77A26"/>
    <w:rsid w:val="00A813EE"/>
    <w:rsid w:val="00A81BAA"/>
    <w:rsid w:val="00A82CBD"/>
    <w:rsid w:val="00A87B1D"/>
    <w:rsid w:val="00A90119"/>
    <w:rsid w:val="00A9223A"/>
    <w:rsid w:val="00A93844"/>
    <w:rsid w:val="00A94A3F"/>
    <w:rsid w:val="00A96E55"/>
    <w:rsid w:val="00A9736F"/>
    <w:rsid w:val="00AA0279"/>
    <w:rsid w:val="00AA09F9"/>
    <w:rsid w:val="00AA0EF8"/>
    <w:rsid w:val="00AA0F4A"/>
    <w:rsid w:val="00AA1C89"/>
    <w:rsid w:val="00AA326E"/>
    <w:rsid w:val="00AA4214"/>
    <w:rsid w:val="00AA7417"/>
    <w:rsid w:val="00AB0FAD"/>
    <w:rsid w:val="00AB2770"/>
    <w:rsid w:val="00AB2821"/>
    <w:rsid w:val="00AB2F34"/>
    <w:rsid w:val="00AB39CF"/>
    <w:rsid w:val="00AB66C8"/>
    <w:rsid w:val="00AB6F68"/>
    <w:rsid w:val="00AB76A6"/>
    <w:rsid w:val="00AB7FD0"/>
    <w:rsid w:val="00AC093C"/>
    <w:rsid w:val="00AC1EA6"/>
    <w:rsid w:val="00AC3C80"/>
    <w:rsid w:val="00AC567E"/>
    <w:rsid w:val="00AC5BE3"/>
    <w:rsid w:val="00AC680E"/>
    <w:rsid w:val="00AC7168"/>
    <w:rsid w:val="00AC751B"/>
    <w:rsid w:val="00AC7FCE"/>
    <w:rsid w:val="00AD105A"/>
    <w:rsid w:val="00AD30A7"/>
    <w:rsid w:val="00AD41D3"/>
    <w:rsid w:val="00AD4C36"/>
    <w:rsid w:val="00AD7860"/>
    <w:rsid w:val="00AE0051"/>
    <w:rsid w:val="00AE0256"/>
    <w:rsid w:val="00AE0289"/>
    <w:rsid w:val="00AE1179"/>
    <w:rsid w:val="00AE25EA"/>
    <w:rsid w:val="00AE4D45"/>
    <w:rsid w:val="00AE51C7"/>
    <w:rsid w:val="00AE5D8C"/>
    <w:rsid w:val="00AE629F"/>
    <w:rsid w:val="00AF0140"/>
    <w:rsid w:val="00AF0D96"/>
    <w:rsid w:val="00AF1170"/>
    <w:rsid w:val="00AF13D7"/>
    <w:rsid w:val="00AF1ECC"/>
    <w:rsid w:val="00AF3267"/>
    <w:rsid w:val="00B022CF"/>
    <w:rsid w:val="00B02808"/>
    <w:rsid w:val="00B0320A"/>
    <w:rsid w:val="00B04A7E"/>
    <w:rsid w:val="00B0677C"/>
    <w:rsid w:val="00B07EA2"/>
    <w:rsid w:val="00B10BC3"/>
    <w:rsid w:val="00B10C52"/>
    <w:rsid w:val="00B11496"/>
    <w:rsid w:val="00B14BC2"/>
    <w:rsid w:val="00B151FE"/>
    <w:rsid w:val="00B1546E"/>
    <w:rsid w:val="00B16081"/>
    <w:rsid w:val="00B20B99"/>
    <w:rsid w:val="00B21BE6"/>
    <w:rsid w:val="00B22017"/>
    <w:rsid w:val="00B220E0"/>
    <w:rsid w:val="00B2307D"/>
    <w:rsid w:val="00B232B7"/>
    <w:rsid w:val="00B25202"/>
    <w:rsid w:val="00B252AB"/>
    <w:rsid w:val="00B25376"/>
    <w:rsid w:val="00B2556C"/>
    <w:rsid w:val="00B25B42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339"/>
    <w:rsid w:val="00B539A5"/>
    <w:rsid w:val="00B5440A"/>
    <w:rsid w:val="00B56C04"/>
    <w:rsid w:val="00B63FAF"/>
    <w:rsid w:val="00B645FF"/>
    <w:rsid w:val="00B646F7"/>
    <w:rsid w:val="00B65704"/>
    <w:rsid w:val="00B65DF3"/>
    <w:rsid w:val="00B65E50"/>
    <w:rsid w:val="00B67210"/>
    <w:rsid w:val="00B700C2"/>
    <w:rsid w:val="00B70808"/>
    <w:rsid w:val="00B71869"/>
    <w:rsid w:val="00B72358"/>
    <w:rsid w:val="00B73DC8"/>
    <w:rsid w:val="00B74388"/>
    <w:rsid w:val="00B75010"/>
    <w:rsid w:val="00B75142"/>
    <w:rsid w:val="00B8146D"/>
    <w:rsid w:val="00B818CF"/>
    <w:rsid w:val="00B822E4"/>
    <w:rsid w:val="00B82FBC"/>
    <w:rsid w:val="00B82FE9"/>
    <w:rsid w:val="00B839B0"/>
    <w:rsid w:val="00B83F6D"/>
    <w:rsid w:val="00B84585"/>
    <w:rsid w:val="00B85EA0"/>
    <w:rsid w:val="00B86B17"/>
    <w:rsid w:val="00B86DA5"/>
    <w:rsid w:val="00B877DC"/>
    <w:rsid w:val="00B93C10"/>
    <w:rsid w:val="00B943CB"/>
    <w:rsid w:val="00B94939"/>
    <w:rsid w:val="00B9494B"/>
    <w:rsid w:val="00B94FA3"/>
    <w:rsid w:val="00B952C2"/>
    <w:rsid w:val="00B96887"/>
    <w:rsid w:val="00B9796A"/>
    <w:rsid w:val="00BA06AD"/>
    <w:rsid w:val="00BA18F0"/>
    <w:rsid w:val="00BA22CC"/>
    <w:rsid w:val="00BB0527"/>
    <w:rsid w:val="00BB24E5"/>
    <w:rsid w:val="00BB26BA"/>
    <w:rsid w:val="00BB43E2"/>
    <w:rsid w:val="00BB5FED"/>
    <w:rsid w:val="00BB6072"/>
    <w:rsid w:val="00BC0633"/>
    <w:rsid w:val="00BC1793"/>
    <w:rsid w:val="00BC39EC"/>
    <w:rsid w:val="00BC4472"/>
    <w:rsid w:val="00BC54D1"/>
    <w:rsid w:val="00BC5977"/>
    <w:rsid w:val="00BC6239"/>
    <w:rsid w:val="00BC6682"/>
    <w:rsid w:val="00BC6DF3"/>
    <w:rsid w:val="00BC7E0A"/>
    <w:rsid w:val="00BD0BA3"/>
    <w:rsid w:val="00BD11C8"/>
    <w:rsid w:val="00BD1849"/>
    <w:rsid w:val="00BD2AAD"/>
    <w:rsid w:val="00BD2CE4"/>
    <w:rsid w:val="00BD2D09"/>
    <w:rsid w:val="00BD2FA1"/>
    <w:rsid w:val="00BD3BAD"/>
    <w:rsid w:val="00BD4C76"/>
    <w:rsid w:val="00BD4E52"/>
    <w:rsid w:val="00BD5454"/>
    <w:rsid w:val="00BD6E6A"/>
    <w:rsid w:val="00BE050E"/>
    <w:rsid w:val="00BE0BF5"/>
    <w:rsid w:val="00BE1ADF"/>
    <w:rsid w:val="00BE409A"/>
    <w:rsid w:val="00BE4447"/>
    <w:rsid w:val="00BE4E2D"/>
    <w:rsid w:val="00BE73A3"/>
    <w:rsid w:val="00BE747C"/>
    <w:rsid w:val="00BE7591"/>
    <w:rsid w:val="00BE7968"/>
    <w:rsid w:val="00BF02CD"/>
    <w:rsid w:val="00BF0651"/>
    <w:rsid w:val="00BF0D89"/>
    <w:rsid w:val="00BF4048"/>
    <w:rsid w:val="00BF503D"/>
    <w:rsid w:val="00BF50FB"/>
    <w:rsid w:val="00BF5795"/>
    <w:rsid w:val="00BF58A9"/>
    <w:rsid w:val="00BF5986"/>
    <w:rsid w:val="00BF59AB"/>
    <w:rsid w:val="00BF5C75"/>
    <w:rsid w:val="00BF5C78"/>
    <w:rsid w:val="00BF6CCF"/>
    <w:rsid w:val="00BF6F3B"/>
    <w:rsid w:val="00BF7027"/>
    <w:rsid w:val="00BF7586"/>
    <w:rsid w:val="00C0164A"/>
    <w:rsid w:val="00C02FEB"/>
    <w:rsid w:val="00C03C9F"/>
    <w:rsid w:val="00C05A00"/>
    <w:rsid w:val="00C060C6"/>
    <w:rsid w:val="00C06C39"/>
    <w:rsid w:val="00C06D16"/>
    <w:rsid w:val="00C06F93"/>
    <w:rsid w:val="00C07A00"/>
    <w:rsid w:val="00C107AA"/>
    <w:rsid w:val="00C111BD"/>
    <w:rsid w:val="00C111E7"/>
    <w:rsid w:val="00C11B65"/>
    <w:rsid w:val="00C12567"/>
    <w:rsid w:val="00C1386E"/>
    <w:rsid w:val="00C13C50"/>
    <w:rsid w:val="00C15178"/>
    <w:rsid w:val="00C16881"/>
    <w:rsid w:val="00C17045"/>
    <w:rsid w:val="00C2048F"/>
    <w:rsid w:val="00C20542"/>
    <w:rsid w:val="00C2156B"/>
    <w:rsid w:val="00C21ADC"/>
    <w:rsid w:val="00C221CD"/>
    <w:rsid w:val="00C2358F"/>
    <w:rsid w:val="00C23C3C"/>
    <w:rsid w:val="00C23D48"/>
    <w:rsid w:val="00C256AD"/>
    <w:rsid w:val="00C260AE"/>
    <w:rsid w:val="00C26C95"/>
    <w:rsid w:val="00C27317"/>
    <w:rsid w:val="00C33222"/>
    <w:rsid w:val="00C33332"/>
    <w:rsid w:val="00C336BD"/>
    <w:rsid w:val="00C346C4"/>
    <w:rsid w:val="00C34BBD"/>
    <w:rsid w:val="00C3604E"/>
    <w:rsid w:val="00C361A5"/>
    <w:rsid w:val="00C363A0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3527"/>
    <w:rsid w:val="00C44A96"/>
    <w:rsid w:val="00C45D5F"/>
    <w:rsid w:val="00C46A44"/>
    <w:rsid w:val="00C51E52"/>
    <w:rsid w:val="00C539B0"/>
    <w:rsid w:val="00C544F0"/>
    <w:rsid w:val="00C55063"/>
    <w:rsid w:val="00C57487"/>
    <w:rsid w:val="00C60833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776E4"/>
    <w:rsid w:val="00C80B70"/>
    <w:rsid w:val="00C83067"/>
    <w:rsid w:val="00C830D8"/>
    <w:rsid w:val="00C848E8"/>
    <w:rsid w:val="00C85A13"/>
    <w:rsid w:val="00C85E70"/>
    <w:rsid w:val="00C87807"/>
    <w:rsid w:val="00C878ED"/>
    <w:rsid w:val="00C900CE"/>
    <w:rsid w:val="00C91D84"/>
    <w:rsid w:val="00C92C09"/>
    <w:rsid w:val="00C92EEC"/>
    <w:rsid w:val="00C93E10"/>
    <w:rsid w:val="00C94026"/>
    <w:rsid w:val="00C95906"/>
    <w:rsid w:val="00CA0941"/>
    <w:rsid w:val="00CA1241"/>
    <w:rsid w:val="00CA1BA4"/>
    <w:rsid w:val="00CA2170"/>
    <w:rsid w:val="00CA28AF"/>
    <w:rsid w:val="00CA2F05"/>
    <w:rsid w:val="00CA39FC"/>
    <w:rsid w:val="00CA43FF"/>
    <w:rsid w:val="00CA52D7"/>
    <w:rsid w:val="00CA5590"/>
    <w:rsid w:val="00CA7378"/>
    <w:rsid w:val="00CA7B91"/>
    <w:rsid w:val="00CB11D7"/>
    <w:rsid w:val="00CB1AA7"/>
    <w:rsid w:val="00CB1DF2"/>
    <w:rsid w:val="00CB2CD6"/>
    <w:rsid w:val="00CB6168"/>
    <w:rsid w:val="00CB6582"/>
    <w:rsid w:val="00CB65D5"/>
    <w:rsid w:val="00CC0792"/>
    <w:rsid w:val="00CC07C1"/>
    <w:rsid w:val="00CC1008"/>
    <w:rsid w:val="00CC1595"/>
    <w:rsid w:val="00CC1D45"/>
    <w:rsid w:val="00CC2159"/>
    <w:rsid w:val="00CC3262"/>
    <w:rsid w:val="00CD02AB"/>
    <w:rsid w:val="00CD030D"/>
    <w:rsid w:val="00CD1AF3"/>
    <w:rsid w:val="00CD1ECA"/>
    <w:rsid w:val="00CD1FEB"/>
    <w:rsid w:val="00CD25F0"/>
    <w:rsid w:val="00CD3015"/>
    <w:rsid w:val="00CD43A2"/>
    <w:rsid w:val="00CD43F9"/>
    <w:rsid w:val="00CD4A84"/>
    <w:rsid w:val="00CD5CEA"/>
    <w:rsid w:val="00CD7DB6"/>
    <w:rsid w:val="00CE0AE0"/>
    <w:rsid w:val="00CE136D"/>
    <w:rsid w:val="00CE1452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3579"/>
    <w:rsid w:val="00D045DB"/>
    <w:rsid w:val="00D12327"/>
    <w:rsid w:val="00D1281F"/>
    <w:rsid w:val="00D12DE0"/>
    <w:rsid w:val="00D13741"/>
    <w:rsid w:val="00D13BF0"/>
    <w:rsid w:val="00D201D0"/>
    <w:rsid w:val="00D2211E"/>
    <w:rsid w:val="00D2219D"/>
    <w:rsid w:val="00D22568"/>
    <w:rsid w:val="00D22909"/>
    <w:rsid w:val="00D23F14"/>
    <w:rsid w:val="00D23FD2"/>
    <w:rsid w:val="00D25110"/>
    <w:rsid w:val="00D25611"/>
    <w:rsid w:val="00D262F7"/>
    <w:rsid w:val="00D2719E"/>
    <w:rsid w:val="00D27A85"/>
    <w:rsid w:val="00D31D2C"/>
    <w:rsid w:val="00D3209C"/>
    <w:rsid w:val="00D323FE"/>
    <w:rsid w:val="00D335EA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041F"/>
    <w:rsid w:val="00D52C12"/>
    <w:rsid w:val="00D5762E"/>
    <w:rsid w:val="00D60314"/>
    <w:rsid w:val="00D60635"/>
    <w:rsid w:val="00D60935"/>
    <w:rsid w:val="00D6147C"/>
    <w:rsid w:val="00D63FCE"/>
    <w:rsid w:val="00D64C3D"/>
    <w:rsid w:val="00D64C7C"/>
    <w:rsid w:val="00D67432"/>
    <w:rsid w:val="00D70586"/>
    <w:rsid w:val="00D743F9"/>
    <w:rsid w:val="00D760E8"/>
    <w:rsid w:val="00D76307"/>
    <w:rsid w:val="00D81F98"/>
    <w:rsid w:val="00D824ED"/>
    <w:rsid w:val="00D84146"/>
    <w:rsid w:val="00D84178"/>
    <w:rsid w:val="00D847AD"/>
    <w:rsid w:val="00D861B6"/>
    <w:rsid w:val="00D865DA"/>
    <w:rsid w:val="00D901EF"/>
    <w:rsid w:val="00D9073E"/>
    <w:rsid w:val="00D91275"/>
    <w:rsid w:val="00D91AF2"/>
    <w:rsid w:val="00D91FAA"/>
    <w:rsid w:val="00D9232E"/>
    <w:rsid w:val="00D92393"/>
    <w:rsid w:val="00D928EE"/>
    <w:rsid w:val="00D9404E"/>
    <w:rsid w:val="00D940C8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1D89"/>
    <w:rsid w:val="00DA3741"/>
    <w:rsid w:val="00DA3D4F"/>
    <w:rsid w:val="00DA487B"/>
    <w:rsid w:val="00DA4994"/>
    <w:rsid w:val="00DA5B75"/>
    <w:rsid w:val="00DA7B5C"/>
    <w:rsid w:val="00DB0257"/>
    <w:rsid w:val="00DB09DE"/>
    <w:rsid w:val="00DB0B90"/>
    <w:rsid w:val="00DB0D77"/>
    <w:rsid w:val="00DB0EF7"/>
    <w:rsid w:val="00DB2776"/>
    <w:rsid w:val="00DB282B"/>
    <w:rsid w:val="00DB7CE5"/>
    <w:rsid w:val="00DC0244"/>
    <w:rsid w:val="00DC16C3"/>
    <w:rsid w:val="00DC2206"/>
    <w:rsid w:val="00DC3768"/>
    <w:rsid w:val="00DC4983"/>
    <w:rsid w:val="00DC5CB6"/>
    <w:rsid w:val="00DC6701"/>
    <w:rsid w:val="00DC74A5"/>
    <w:rsid w:val="00DD00AF"/>
    <w:rsid w:val="00DD0211"/>
    <w:rsid w:val="00DD024C"/>
    <w:rsid w:val="00DD0F54"/>
    <w:rsid w:val="00DD4412"/>
    <w:rsid w:val="00DD4A62"/>
    <w:rsid w:val="00DD662D"/>
    <w:rsid w:val="00DD74FD"/>
    <w:rsid w:val="00DD7AA0"/>
    <w:rsid w:val="00DD7C3D"/>
    <w:rsid w:val="00DE0389"/>
    <w:rsid w:val="00DE22BA"/>
    <w:rsid w:val="00DE6F49"/>
    <w:rsid w:val="00DE7567"/>
    <w:rsid w:val="00DE75E5"/>
    <w:rsid w:val="00DF2150"/>
    <w:rsid w:val="00DF362B"/>
    <w:rsid w:val="00DF396B"/>
    <w:rsid w:val="00DF54CB"/>
    <w:rsid w:val="00DF63A2"/>
    <w:rsid w:val="00DF6474"/>
    <w:rsid w:val="00DF6624"/>
    <w:rsid w:val="00E01368"/>
    <w:rsid w:val="00E01EB7"/>
    <w:rsid w:val="00E05965"/>
    <w:rsid w:val="00E0699F"/>
    <w:rsid w:val="00E07BD8"/>
    <w:rsid w:val="00E10EAE"/>
    <w:rsid w:val="00E155B9"/>
    <w:rsid w:val="00E15B4D"/>
    <w:rsid w:val="00E169B3"/>
    <w:rsid w:val="00E179F1"/>
    <w:rsid w:val="00E2020D"/>
    <w:rsid w:val="00E2070C"/>
    <w:rsid w:val="00E220EE"/>
    <w:rsid w:val="00E22725"/>
    <w:rsid w:val="00E23030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3DD"/>
    <w:rsid w:val="00E37606"/>
    <w:rsid w:val="00E37950"/>
    <w:rsid w:val="00E40D18"/>
    <w:rsid w:val="00E435E5"/>
    <w:rsid w:val="00E437F7"/>
    <w:rsid w:val="00E450E6"/>
    <w:rsid w:val="00E4514F"/>
    <w:rsid w:val="00E45219"/>
    <w:rsid w:val="00E458CB"/>
    <w:rsid w:val="00E458FB"/>
    <w:rsid w:val="00E45E1B"/>
    <w:rsid w:val="00E473F3"/>
    <w:rsid w:val="00E479C9"/>
    <w:rsid w:val="00E516B9"/>
    <w:rsid w:val="00E5188E"/>
    <w:rsid w:val="00E52DF1"/>
    <w:rsid w:val="00E53282"/>
    <w:rsid w:val="00E5380D"/>
    <w:rsid w:val="00E54E9E"/>
    <w:rsid w:val="00E5616C"/>
    <w:rsid w:val="00E5671C"/>
    <w:rsid w:val="00E575BD"/>
    <w:rsid w:val="00E60D92"/>
    <w:rsid w:val="00E61A10"/>
    <w:rsid w:val="00E63056"/>
    <w:rsid w:val="00E655B2"/>
    <w:rsid w:val="00E657FF"/>
    <w:rsid w:val="00E65E58"/>
    <w:rsid w:val="00E669FA"/>
    <w:rsid w:val="00E7026B"/>
    <w:rsid w:val="00E705CA"/>
    <w:rsid w:val="00E71839"/>
    <w:rsid w:val="00E71C7D"/>
    <w:rsid w:val="00E71C9D"/>
    <w:rsid w:val="00E733D1"/>
    <w:rsid w:val="00E755F2"/>
    <w:rsid w:val="00E76183"/>
    <w:rsid w:val="00E765BE"/>
    <w:rsid w:val="00E76A39"/>
    <w:rsid w:val="00E76A9A"/>
    <w:rsid w:val="00E76B8B"/>
    <w:rsid w:val="00E777BF"/>
    <w:rsid w:val="00E77954"/>
    <w:rsid w:val="00E812B7"/>
    <w:rsid w:val="00E81394"/>
    <w:rsid w:val="00E819D6"/>
    <w:rsid w:val="00E821DF"/>
    <w:rsid w:val="00E8253D"/>
    <w:rsid w:val="00E84FFD"/>
    <w:rsid w:val="00E8513F"/>
    <w:rsid w:val="00E85BEB"/>
    <w:rsid w:val="00E86291"/>
    <w:rsid w:val="00E86904"/>
    <w:rsid w:val="00E869A6"/>
    <w:rsid w:val="00E87460"/>
    <w:rsid w:val="00E90072"/>
    <w:rsid w:val="00E906FA"/>
    <w:rsid w:val="00E91D1F"/>
    <w:rsid w:val="00E946D6"/>
    <w:rsid w:val="00E9699A"/>
    <w:rsid w:val="00EA0A74"/>
    <w:rsid w:val="00EA2096"/>
    <w:rsid w:val="00EA26C8"/>
    <w:rsid w:val="00EA323E"/>
    <w:rsid w:val="00EA3C1A"/>
    <w:rsid w:val="00EA3D75"/>
    <w:rsid w:val="00EA41F7"/>
    <w:rsid w:val="00EA4594"/>
    <w:rsid w:val="00EA4741"/>
    <w:rsid w:val="00EA5192"/>
    <w:rsid w:val="00EA7D84"/>
    <w:rsid w:val="00EB279B"/>
    <w:rsid w:val="00EB3BB8"/>
    <w:rsid w:val="00EB4419"/>
    <w:rsid w:val="00EB487A"/>
    <w:rsid w:val="00EB708E"/>
    <w:rsid w:val="00EB7707"/>
    <w:rsid w:val="00EC1134"/>
    <w:rsid w:val="00EC14F8"/>
    <w:rsid w:val="00EC35D4"/>
    <w:rsid w:val="00EC367A"/>
    <w:rsid w:val="00EC3D73"/>
    <w:rsid w:val="00EC45A1"/>
    <w:rsid w:val="00EC5E14"/>
    <w:rsid w:val="00EC69C5"/>
    <w:rsid w:val="00EC7935"/>
    <w:rsid w:val="00ED1EAD"/>
    <w:rsid w:val="00ED339B"/>
    <w:rsid w:val="00ED359C"/>
    <w:rsid w:val="00ED56C0"/>
    <w:rsid w:val="00ED590B"/>
    <w:rsid w:val="00EE08DC"/>
    <w:rsid w:val="00EE0F84"/>
    <w:rsid w:val="00EE192E"/>
    <w:rsid w:val="00EE1E1F"/>
    <w:rsid w:val="00EE3796"/>
    <w:rsid w:val="00EE614C"/>
    <w:rsid w:val="00EE644A"/>
    <w:rsid w:val="00EE704A"/>
    <w:rsid w:val="00EF04C4"/>
    <w:rsid w:val="00EF15DF"/>
    <w:rsid w:val="00EF2610"/>
    <w:rsid w:val="00EF284A"/>
    <w:rsid w:val="00EF2C17"/>
    <w:rsid w:val="00EF388D"/>
    <w:rsid w:val="00EF7573"/>
    <w:rsid w:val="00F00297"/>
    <w:rsid w:val="00F0047C"/>
    <w:rsid w:val="00F01859"/>
    <w:rsid w:val="00F020E1"/>
    <w:rsid w:val="00F02713"/>
    <w:rsid w:val="00F0339F"/>
    <w:rsid w:val="00F05147"/>
    <w:rsid w:val="00F05445"/>
    <w:rsid w:val="00F061C5"/>
    <w:rsid w:val="00F07097"/>
    <w:rsid w:val="00F07758"/>
    <w:rsid w:val="00F1077D"/>
    <w:rsid w:val="00F11499"/>
    <w:rsid w:val="00F114D0"/>
    <w:rsid w:val="00F11725"/>
    <w:rsid w:val="00F1408B"/>
    <w:rsid w:val="00F1746F"/>
    <w:rsid w:val="00F17A5D"/>
    <w:rsid w:val="00F2074D"/>
    <w:rsid w:val="00F21046"/>
    <w:rsid w:val="00F2213F"/>
    <w:rsid w:val="00F2271D"/>
    <w:rsid w:val="00F249A1"/>
    <w:rsid w:val="00F250B3"/>
    <w:rsid w:val="00F2583B"/>
    <w:rsid w:val="00F26C91"/>
    <w:rsid w:val="00F30004"/>
    <w:rsid w:val="00F33481"/>
    <w:rsid w:val="00F34939"/>
    <w:rsid w:val="00F36446"/>
    <w:rsid w:val="00F365AD"/>
    <w:rsid w:val="00F36F5D"/>
    <w:rsid w:val="00F37D1A"/>
    <w:rsid w:val="00F40F9A"/>
    <w:rsid w:val="00F41A59"/>
    <w:rsid w:val="00F43CA0"/>
    <w:rsid w:val="00F43F86"/>
    <w:rsid w:val="00F4410D"/>
    <w:rsid w:val="00F44935"/>
    <w:rsid w:val="00F45BA7"/>
    <w:rsid w:val="00F45BEB"/>
    <w:rsid w:val="00F51320"/>
    <w:rsid w:val="00F514B1"/>
    <w:rsid w:val="00F56BD0"/>
    <w:rsid w:val="00F64EC6"/>
    <w:rsid w:val="00F65550"/>
    <w:rsid w:val="00F65651"/>
    <w:rsid w:val="00F65905"/>
    <w:rsid w:val="00F66F8A"/>
    <w:rsid w:val="00F6745F"/>
    <w:rsid w:val="00F6763A"/>
    <w:rsid w:val="00F70C6D"/>
    <w:rsid w:val="00F714DF"/>
    <w:rsid w:val="00F715C3"/>
    <w:rsid w:val="00F72AE6"/>
    <w:rsid w:val="00F73359"/>
    <w:rsid w:val="00F743EA"/>
    <w:rsid w:val="00F75A57"/>
    <w:rsid w:val="00F75D4E"/>
    <w:rsid w:val="00F77587"/>
    <w:rsid w:val="00F80181"/>
    <w:rsid w:val="00F80954"/>
    <w:rsid w:val="00F83D30"/>
    <w:rsid w:val="00F84AD1"/>
    <w:rsid w:val="00F84C2D"/>
    <w:rsid w:val="00F85091"/>
    <w:rsid w:val="00F85483"/>
    <w:rsid w:val="00F862A8"/>
    <w:rsid w:val="00F8660D"/>
    <w:rsid w:val="00F86848"/>
    <w:rsid w:val="00F86960"/>
    <w:rsid w:val="00F879AE"/>
    <w:rsid w:val="00F87B2B"/>
    <w:rsid w:val="00F87FAE"/>
    <w:rsid w:val="00F90631"/>
    <w:rsid w:val="00F9320D"/>
    <w:rsid w:val="00F938C2"/>
    <w:rsid w:val="00F97935"/>
    <w:rsid w:val="00FA04FC"/>
    <w:rsid w:val="00FA0DFF"/>
    <w:rsid w:val="00FA2DC0"/>
    <w:rsid w:val="00FA6A00"/>
    <w:rsid w:val="00FA7070"/>
    <w:rsid w:val="00FA787A"/>
    <w:rsid w:val="00FA7DAC"/>
    <w:rsid w:val="00FB1744"/>
    <w:rsid w:val="00FB4BAA"/>
    <w:rsid w:val="00FC02D3"/>
    <w:rsid w:val="00FC0457"/>
    <w:rsid w:val="00FC2613"/>
    <w:rsid w:val="00FC337F"/>
    <w:rsid w:val="00FC689B"/>
    <w:rsid w:val="00FD1B18"/>
    <w:rsid w:val="00FD269B"/>
    <w:rsid w:val="00FD43F9"/>
    <w:rsid w:val="00FD4AEE"/>
    <w:rsid w:val="00FD4B84"/>
    <w:rsid w:val="00FD66D9"/>
    <w:rsid w:val="00FD6BC1"/>
    <w:rsid w:val="00FD7553"/>
    <w:rsid w:val="00FD7DC0"/>
    <w:rsid w:val="00FE129C"/>
    <w:rsid w:val="00FE168A"/>
    <w:rsid w:val="00FE2E0F"/>
    <w:rsid w:val="00FE7757"/>
    <w:rsid w:val="00FE7CFC"/>
    <w:rsid w:val="00FF038C"/>
    <w:rsid w:val="00FF0597"/>
    <w:rsid w:val="00FF2820"/>
    <w:rsid w:val="00FF43BD"/>
    <w:rsid w:val="00FF466B"/>
    <w:rsid w:val="00FF4CF9"/>
    <w:rsid w:val="00FF5347"/>
    <w:rsid w:val="00FF5DCF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left="36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Arial"/>
      <w:b/>
      <w:bCs/>
      <w:sz w:val="20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uiPriority w:val="99"/>
    <w:rsid w:val="00CF4A84"/>
    <w:rPr>
      <w:rFonts w:cs="Times New Roman"/>
    </w:rPr>
  </w:style>
  <w:style w:type="paragraph" w:styleId="af1">
    <w:name w:val="Document Map"/>
    <w:basedOn w:val="a"/>
    <w:link w:val="af2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uiPriority w:val="99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  <w:bCs/>
    </w:rPr>
  </w:style>
  <w:style w:type="paragraph" w:styleId="af8">
    <w:name w:val="Balloon Text"/>
    <w:basedOn w:val="a"/>
    <w:link w:val="af9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uiPriority w:val="99"/>
    <w:rsid w:val="00F2583B"/>
    <w:pPr>
      <w:ind w:left="720"/>
      <w:contextualSpacing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0"/>
    <w:uiPriority w:val="99"/>
    <w:rsid w:val="00C06C39"/>
    <w:rPr>
      <w:rFonts w:cs="Times New Roman"/>
    </w:rPr>
  </w:style>
  <w:style w:type="paragraph" w:styleId="affb">
    <w:name w:val="List Paragraph"/>
    <w:basedOn w:val="a"/>
    <w:uiPriority w:val="34"/>
    <w:qFormat/>
    <w:rsid w:val="00AB66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7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192</TotalTime>
  <Pages>2</Pages>
  <Words>377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PCS\o.larikova (WST-LEN-035)</cp:lastModifiedBy>
  <cp:revision>13</cp:revision>
  <cp:lastPrinted>2018-11-19T07:42:00Z</cp:lastPrinted>
  <dcterms:created xsi:type="dcterms:W3CDTF">2018-10-15T06:04:00Z</dcterms:created>
  <dcterms:modified xsi:type="dcterms:W3CDTF">2018-11-19T07:42:00Z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